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C41A0" w14:textId="2178BB66" w:rsidR="00817B8D" w:rsidRPr="00713689" w:rsidRDefault="00655A88" w:rsidP="009773D6">
      <w:pPr>
        <w:jc w:val="center"/>
        <w:rPr>
          <w:rFonts w:ascii="游ゴシック Medium" w:eastAsia="游ゴシック Medium" w:hAnsi="游ゴシック Medium" w:cs="メイリオ"/>
          <w:sz w:val="48"/>
          <w:szCs w:val="48"/>
          <w:lang w:val="ja-JP"/>
        </w:rPr>
      </w:pPr>
      <w:r>
        <w:rPr>
          <w:rFonts w:ascii="游ゴシック Medium" w:eastAsia="游ゴシック Medium" w:hAnsi="游ゴシック Medium" w:cs="メイリオ" w:hint="eastAsia"/>
          <w:sz w:val="48"/>
          <w:szCs w:val="48"/>
          <w:lang w:val="ja-JP"/>
        </w:rPr>
        <w:t>はじめての</w:t>
      </w:r>
      <w:r w:rsidR="008A1108" w:rsidRPr="00713689">
        <w:rPr>
          <w:rFonts w:ascii="游ゴシック Medium" w:eastAsia="游ゴシック Medium" w:hAnsi="游ゴシック Medium" w:cs="メイリオ" w:hint="eastAsia"/>
          <w:sz w:val="48"/>
          <w:szCs w:val="48"/>
          <w:lang w:val="ja-JP"/>
        </w:rPr>
        <w:t>ＳＥＯ</w:t>
      </w:r>
      <w:r w:rsidR="00C3596B" w:rsidRPr="00713689">
        <w:rPr>
          <w:rFonts w:ascii="游ゴシック Medium" w:eastAsia="游ゴシック Medium" w:hAnsi="游ゴシック Medium" w:cs="メイリオ" w:hint="eastAsia"/>
          <w:sz w:val="48"/>
          <w:szCs w:val="48"/>
          <w:lang w:val="ja-JP"/>
        </w:rPr>
        <w:t xml:space="preserve">　</w:t>
      </w:r>
    </w:p>
    <w:p w14:paraId="444EA996" w14:textId="21F016DD" w:rsidR="00D26208" w:rsidRPr="00713689" w:rsidRDefault="008A1108" w:rsidP="00817B8D">
      <w:pPr>
        <w:jc w:val="right"/>
        <w:rPr>
          <w:rFonts w:ascii="游ゴシック Medium" w:eastAsia="游ゴシック Medium" w:hAnsi="游ゴシック Medium"/>
          <w:sz w:val="24"/>
          <w:szCs w:val="24"/>
          <w:lang w:val="ja-JP"/>
        </w:rPr>
      </w:pPr>
      <w:r w:rsidRPr="00713689">
        <w:rPr>
          <w:rFonts w:ascii="游ゴシック Medium" w:eastAsia="游ゴシック Medium" w:hAnsi="游ゴシック Medium" w:hint="eastAsia"/>
          <w:sz w:val="24"/>
          <w:szCs w:val="24"/>
          <w:lang w:val="ja-JP"/>
        </w:rPr>
        <w:t>201</w:t>
      </w:r>
      <w:r w:rsidR="00765DAA" w:rsidRPr="00713689">
        <w:rPr>
          <w:rFonts w:ascii="游ゴシック Medium" w:eastAsia="游ゴシック Medium" w:hAnsi="游ゴシック Medium" w:hint="eastAsia"/>
          <w:sz w:val="24"/>
          <w:szCs w:val="24"/>
          <w:lang w:val="ja-JP"/>
        </w:rPr>
        <w:t>9</w:t>
      </w:r>
      <w:r w:rsidRPr="00713689">
        <w:rPr>
          <w:rFonts w:ascii="游ゴシック Medium" w:eastAsia="游ゴシック Medium" w:hAnsi="游ゴシック Medium" w:hint="eastAsia"/>
          <w:sz w:val="24"/>
          <w:szCs w:val="24"/>
          <w:lang w:val="ja-JP"/>
        </w:rPr>
        <w:t>.</w:t>
      </w:r>
      <w:r w:rsidR="00765DAA" w:rsidRPr="00713689">
        <w:rPr>
          <w:rFonts w:ascii="游ゴシック Medium" w:eastAsia="游ゴシック Medium" w:hAnsi="游ゴシック Medium" w:hint="eastAsia"/>
          <w:sz w:val="24"/>
          <w:szCs w:val="24"/>
          <w:lang w:val="ja-JP"/>
        </w:rPr>
        <w:t>0</w:t>
      </w:r>
      <w:r w:rsidR="00DC3ABC">
        <w:rPr>
          <w:rFonts w:ascii="游ゴシック Medium" w:eastAsia="游ゴシック Medium" w:hAnsi="游ゴシック Medium" w:hint="eastAsia"/>
          <w:sz w:val="24"/>
          <w:szCs w:val="24"/>
          <w:lang w:val="ja-JP"/>
        </w:rPr>
        <w:t>9</w:t>
      </w:r>
      <w:r w:rsidR="00765DAA" w:rsidRPr="00713689">
        <w:rPr>
          <w:rFonts w:ascii="游ゴシック Medium" w:eastAsia="游ゴシック Medium" w:hAnsi="游ゴシック Medium" w:hint="eastAsia"/>
          <w:sz w:val="24"/>
          <w:szCs w:val="24"/>
          <w:lang w:val="ja-JP"/>
        </w:rPr>
        <w:t>.</w:t>
      </w:r>
      <w:r w:rsidR="00DC3ABC">
        <w:rPr>
          <w:rFonts w:ascii="游ゴシック Medium" w:eastAsia="游ゴシック Medium" w:hAnsi="游ゴシック Medium" w:hint="eastAsia"/>
          <w:sz w:val="24"/>
          <w:szCs w:val="24"/>
          <w:lang w:val="ja-JP"/>
        </w:rPr>
        <w:t>0</w:t>
      </w:r>
      <w:r w:rsidR="00E14D8A">
        <w:rPr>
          <w:rFonts w:ascii="游ゴシック Medium" w:eastAsia="游ゴシック Medium" w:hAnsi="游ゴシック Medium" w:hint="eastAsia"/>
          <w:sz w:val="24"/>
          <w:szCs w:val="24"/>
          <w:lang w:val="ja-JP"/>
        </w:rPr>
        <w:t>9</w:t>
      </w:r>
    </w:p>
    <w:p w14:paraId="18CCC120" w14:textId="2FBA0502" w:rsidR="008A1108" w:rsidRPr="00655A88" w:rsidRDefault="008A1108" w:rsidP="008A1108">
      <w:pPr>
        <w:rPr>
          <w:rFonts w:ascii="游ゴシック Medium" w:eastAsia="游ゴシック Medium" w:hAnsi="游ゴシック Medium"/>
          <w:sz w:val="28"/>
          <w:szCs w:val="28"/>
          <w:lang w:val="ja-JP"/>
        </w:rPr>
      </w:pPr>
    </w:p>
    <w:p w14:paraId="0E5EE61C" w14:textId="036C1C9C" w:rsidR="00655A88" w:rsidRPr="00655A88" w:rsidRDefault="00655A88" w:rsidP="008A1108">
      <w:pPr>
        <w:rPr>
          <w:rFonts w:ascii="游ゴシック Medium" w:eastAsia="游ゴシック Medium" w:hAnsi="游ゴシック Medium"/>
          <w:sz w:val="48"/>
          <w:szCs w:val="48"/>
          <w:lang w:val="ja-JP"/>
        </w:rPr>
      </w:pPr>
      <w:r w:rsidRPr="00655A88">
        <w:rPr>
          <w:rFonts w:ascii="游ゴシック Medium" w:eastAsia="游ゴシック Medium" w:hAnsi="游ゴシック Medium" w:hint="eastAsia"/>
          <w:sz w:val="48"/>
          <w:szCs w:val="48"/>
          <w:lang w:val="ja-JP"/>
        </w:rPr>
        <w:t>そもそもSEOとは</w:t>
      </w:r>
    </w:p>
    <w:p w14:paraId="5B345F11" w14:textId="3AACB1AD" w:rsidR="00335E82" w:rsidRDefault="00335E82" w:rsidP="00335E82">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SEO</w:t>
      </w:r>
      <w:r w:rsidRPr="00335E82">
        <w:rPr>
          <w:rFonts w:ascii="游ゴシック Medium" w:eastAsia="游ゴシック Medium" w:hAnsi="游ゴシック Medium" w:hint="eastAsia"/>
          <w:sz w:val="28"/>
          <w:szCs w:val="28"/>
          <w:lang w:val="ja-JP"/>
        </w:rPr>
        <w:t>＝検索エンジン最適化</w:t>
      </w:r>
    </w:p>
    <w:p w14:paraId="33B04E5A" w14:textId="0E7465A3" w:rsidR="00335E82" w:rsidRDefault="00335E82" w:rsidP="00335E82">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sz w:val="28"/>
          <w:szCs w:val="28"/>
          <w:lang w:val="ja-JP"/>
        </w:rPr>
        <w:t>SE</w:t>
      </w:r>
      <w:r>
        <w:rPr>
          <w:rFonts w:ascii="游ゴシック Medium" w:eastAsia="游ゴシック Medium" w:hAnsi="游ゴシック Medium" w:hint="eastAsia"/>
          <w:sz w:val="28"/>
          <w:szCs w:val="28"/>
          <w:lang w:val="ja-JP"/>
        </w:rPr>
        <w:t>＝サーチエンジン＝</w:t>
      </w:r>
      <w:r w:rsidRPr="00335E82">
        <w:rPr>
          <w:rFonts w:ascii="游ゴシック Medium" w:eastAsia="游ゴシック Medium" w:hAnsi="游ゴシック Medium" w:hint="eastAsia"/>
          <w:sz w:val="28"/>
          <w:szCs w:val="28"/>
          <w:lang w:val="ja-JP"/>
        </w:rPr>
        <w:t>検索エンジン</w:t>
      </w:r>
    </w:p>
    <w:p w14:paraId="26B89C1E" w14:textId="61F0B177" w:rsidR="00335E82" w:rsidRPr="00335E82" w:rsidRDefault="00335E82" w:rsidP="00335E82">
      <w:pPr>
        <w:ind w:firstLineChars="100" w:firstLine="280"/>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O</w:t>
      </w:r>
      <w:r w:rsidRPr="00335E82">
        <w:rPr>
          <w:rFonts w:ascii="游ゴシック Medium" w:eastAsia="游ゴシック Medium" w:hAnsi="游ゴシック Medium" w:hint="eastAsia"/>
          <w:sz w:val="28"/>
          <w:szCs w:val="28"/>
        </w:rPr>
        <w:t>＝Optimization（</w:t>
      </w:r>
      <w:r w:rsidRPr="00335E82">
        <w:rPr>
          <w:rFonts w:ascii="游ゴシック Medium" w:eastAsia="游ゴシック Medium" w:hAnsi="游ゴシック Medium" w:hint="eastAsia"/>
          <w:sz w:val="28"/>
          <w:szCs w:val="28"/>
          <w:lang w:val="ja-JP"/>
        </w:rPr>
        <w:t>最適化</w:t>
      </w:r>
      <w:r w:rsidRPr="00335E82">
        <w:rPr>
          <w:rFonts w:ascii="游ゴシック Medium" w:eastAsia="游ゴシック Medium" w:hAnsi="游ゴシック Medium" w:hint="eastAsia"/>
          <w:sz w:val="28"/>
          <w:szCs w:val="28"/>
        </w:rPr>
        <w:t>）</w:t>
      </w:r>
    </w:p>
    <w:p w14:paraId="0C16A87B" w14:textId="5C4A3AA4" w:rsidR="00335E82" w:rsidRPr="00335E82" w:rsidRDefault="00335E82" w:rsidP="00335E82">
      <w:pPr>
        <w:rPr>
          <w:rFonts w:ascii="游ゴシック Medium" w:eastAsia="游ゴシック Medium" w:hAnsi="游ゴシック Medium"/>
          <w:sz w:val="28"/>
          <w:szCs w:val="28"/>
        </w:rPr>
      </w:pPr>
    </w:p>
    <w:p w14:paraId="193E6ADC" w14:textId="51B03895" w:rsidR="00335E82" w:rsidRDefault="00DC3ABC" w:rsidP="00335E82">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狙いは</w:t>
      </w:r>
      <w:r w:rsidR="00335E82" w:rsidRPr="00335E82">
        <w:rPr>
          <w:rFonts w:ascii="游ゴシック Medium" w:eastAsia="游ゴシック Medium" w:hAnsi="游ゴシック Medium" w:hint="eastAsia"/>
          <w:sz w:val="28"/>
          <w:szCs w:val="28"/>
          <w:lang w:val="ja-JP"/>
        </w:rPr>
        <w:t>検索エンジンでオーガニックの上位に表示させること。</w:t>
      </w:r>
    </w:p>
    <w:p w14:paraId="5F58D824" w14:textId="2CB43ABF" w:rsidR="00335E82" w:rsidRPr="00335E82" w:rsidRDefault="00335E82" w:rsidP="00335E82">
      <w:pPr>
        <w:rPr>
          <w:rFonts w:ascii="游ゴシック Medium" w:eastAsia="游ゴシック Medium" w:hAnsi="游ゴシック Medium"/>
          <w:sz w:val="28"/>
          <w:szCs w:val="28"/>
          <w:lang w:val="ja-JP"/>
        </w:rPr>
      </w:pPr>
      <w:r w:rsidRPr="00335E82">
        <w:rPr>
          <w:rFonts w:ascii="游ゴシック Medium" w:eastAsia="游ゴシック Medium" w:hAnsi="游ゴシック Medium" w:hint="eastAsia"/>
          <w:sz w:val="28"/>
          <w:szCs w:val="28"/>
          <w:lang w:val="ja-JP"/>
        </w:rPr>
        <w:t>※オーガニックとは検索結果のＰＰＣ広告部分を除いた部分のこと</w:t>
      </w:r>
    </w:p>
    <w:p w14:paraId="486086EE" w14:textId="60D0B212" w:rsidR="00655A88" w:rsidRPr="00655A88" w:rsidRDefault="00335E82" w:rsidP="00335E82">
      <w:pPr>
        <w:rPr>
          <w:rFonts w:ascii="游ゴシック Medium" w:eastAsia="游ゴシック Medium" w:hAnsi="游ゴシック Medium"/>
          <w:sz w:val="28"/>
          <w:szCs w:val="28"/>
          <w:lang w:val="ja-JP"/>
        </w:rPr>
      </w:pPr>
      <w:r w:rsidRPr="00335E82">
        <w:rPr>
          <w:rFonts w:ascii="游ゴシック Medium" w:eastAsia="游ゴシック Medium" w:hAnsi="游ゴシック Medium" w:hint="eastAsia"/>
          <w:sz w:val="28"/>
          <w:szCs w:val="28"/>
          <w:lang w:val="ja-JP"/>
        </w:rPr>
        <w:t>※日本の</w:t>
      </w:r>
      <w:r w:rsidR="00E14D8A">
        <w:rPr>
          <w:rFonts w:ascii="游ゴシック Medium" w:eastAsia="游ゴシック Medium" w:hAnsi="游ゴシック Medium" w:hint="eastAsia"/>
          <w:sz w:val="28"/>
          <w:szCs w:val="28"/>
          <w:lang w:val="ja-JP"/>
        </w:rPr>
        <w:t>検索エンジン市場</w:t>
      </w:r>
      <w:r w:rsidRPr="00335E82">
        <w:rPr>
          <w:rFonts w:ascii="游ゴシック Medium" w:eastAsia="游ゴシック Medium" w:hAnsi="游ゴシック Medium" w:hint="eastAsia"/>
          <w:sz w:val="28"/>
          <w:szCs w:val="28"/>
          <w:lang w:val="ja-JP"/>
        </w:rPr>
        <w:t>は事実上google１社独占。yahooもgoogleの仕組みを採用。SNSの検索とは全く別の話。</w:t>
      </w:r>
    </w:p>
    <w:p w14:paraId="2DA2100B" w14:textId="4B76BE6B" w:rsidR="007316A5" w:rsidRDefault="007316A5" w:rsidP="008A1108">
      <w:pPr>
        <w:rPr>
          <w:rFonts w:ascii="游ゴシック Medium" w:eastAsia="游ゴシック Medium" w:hAnsi="游ゴシック Medium"/>
          <w:sz w:val="28"/>
          <w:szCs w:val="28"/>
          <w:lang w:val="ja-JP"/>
        </w:rPr>
      </w:pPr>
    </w:p>
    <w:p w14:paraId="2573E0D8" w14:textId="2C23FF48" w:rsidR="003212C0" w:rsidRDefault="003212C0" w:rsidP="008A1108">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 xml:space="preserve">　SEO用語集　</w:t>
      </w:r>
      <w:hyperlink r:id="rId8" w:history="1">
        <w:r w:rsidRPr="004E3005">
          <w:rPr>
            <w:rStyle w:val="af8"/>
            <w:rFonts w:ascii="游ゴシック Medium" w:eastAsia="游ゴシック Medium" w:hAnsi="游ゴシック Medium"/>
            <w:sz w:val="28"/>
            <w:szCs w:val="28"/>
            <w:lang w:val="ja-JP"/>
          </w:rPr>
          <w:t>https://ferret-plus.com/639</w:t>
        </w:r>
      </w:hyperlink>
    </w:p>
    <w:p w14:paraId="081C7D51" w14:textId="7C0527E6" w:rsidR="00F76723" w:rsidRDefault="00F76723" w:rsidP="008A1108">
      <w:pPr>
        <w:rPr>
          <w:rFonts w:ascii="游ゴシック Medium" w:eastAsia="游ゴシック Medium" w:hAnsi="游ゴシック Medium"/>
          <w:sz w:val="28"/>
          <w:szCs w:val="28"/>
          <w:lang w:val="ja-JP"/>
        </w:rPr>
      </w:pPr>
    </w:p>
    <w:p w14:paraId="6CD88BFA" w14:textId="77777777" w:rsidR="003212C0" w:rsidRDefault="003212C0" w:rsidP="008A1108">
      <w:pPr>
        <w:rPr>
          <w:rFonts w:ascii="游ゴシック Medium" w:eastAsia="游ゴシック Medium" w:hAnsi="游ゴシック Medium"/>
          <w:sz w:val="28"/>
          <w:szCs w:val="28"/>
          <w:lang w:val="ja-JP"/>
        </w:rPr>
      </w:pPr>
    </w:p>
    <w:p w14:paraId="6C0D9FD3" w14:textId="1F87BBCA" w:rsidR="000B25C3" w:rsidRPr="000B25C3" w:rsidRDefault="000B25C3" w:rsidP="000B25C3">
      <w:pPr>
        <w:rPr>
          <w:rFonts w:ascii="游ゴシック Medium" w:eastAsia="游ゴシック Medium" w:hAnsi="游ゴシック Medium"/>
          <w:sz w:val="48"/>
          <w:szCs w:val="48"/>
          <w:lang w:val="ja-JP"/>
        </w:rPr>
      </w:pPr>
      <w:r>
        <w:rPr>
          <w:rFonts w:ascii="游ゴシック Medium" w:eastAsia="游ゴシック Medium" w:hAnsi="游ゴシック Medium" w:hint="eastAsia"/>
          <w:sz w:val="48"/>
          <w:szCs w:val="48"/>
          <w:lang w:val="ja-JP"/>
        </w:rPr>
        <w:t>なぜ</w:t>
      </w:r>
      <w:r w:rsidRPr="000B25C3">
        <w:rPr>
          <w:rFonts w:ascii="游ゴシック Medium" w:eastAsia="游ゴシック Medium" w:hAnsi="游ゴシック Medium" w:hint="eastAsia"/>
          <w:sz w:val="48"/>
          <w:szCs w:val="48"/>
          <w:lang w:val="ja-JP"/>
        </w:rPr>
        <w:t>SEO</w:t>
      </w:r>
      <w:r>
        <w:rPr>
          <w:rFonts w:ascii="游ゴシック Medium" w:eastAsia="游ゴシック Medium" w:hAnsi="游ゴシック Medium" w:hint="eastAsia"/>
          <w:sz w:val="48"/>
          <w:szCs w:val="48"/>
          <w:lang w:val="ja-JP"/>
        </w:rPr>
        <w:t>が必要か？</w:t>
      </w:r>
    </w:p>
    <w:p w14:paraId="79A01B89" w14:textId="5BF5C088" w:rsidR="000B25C3" w:rsidRDefault="000B25C3" w:rsidP="000B25C3">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w:t>
      </w:r>
      <w:r w:rsidR="00C20581">
        <w:rPr>
          <w:rFonts w:ascii="游ゴシック Medium" w:eastAsia="游ゴシック Medium" w:hAnsi="游ゴシック Medium" w:hint="eastAsia"/>
          <w:sz w:val="28"/>
          <w:szCs w:val="28"/>
          <w:lang w:val="ja-JP"/>
        </w:rPr>
        <w:t>検索エンジンからの集客はボリュームが大きい。</w:t>
      </w:r>
    </w:p>
    <w:p w14:paraId="4C258C3A" w14:textId="26C4CCA9" w:rsidR="000B25C3" w:rsidRDefault="000B25C3" w:rsidP="000B25C3">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lastRenderedPageBreak/>
        <w:t>・URLを直接入力</w:t>
      </w:r>
      <w:r w:rsidR="00C20581">
        <w:rPr>
          <w:rFonts w:ascii="游ゴシック Medium" w:eastAsia="游ゴシック Medium" w:hAnsi="游ゴシック Medium" w:hint="eastAsia"/>
          <w:sz w:val="28"/>
          <w:szCs w:val="28"/>
          <w:lang w:val="ja-JP"/>
        </w:rPr>
        <w:t>するケースは</w:t>
      </w:r>
      <w:r>
        <w:rPr>
          <w:rFonts w:ascii="游ゴシック Medium" w:eastAsia="游ゴシック Medium" w:hAnsi="游ゴシック Medium" w:hint="eastAsia"/>
          <w:sz w:val="28"/>
          <w:szCs w:val="28"/>
          <w:lang w:val="ja-JP"/>
        </w:rPr>
        <w:t>ほぼ</w:t>
      </w:r>
      <w:bookmarkStart w:id="0" w:name="_GoBack"/>
      <w:bookmarkEnd w:id="0"/>
      <w:r>
        <w:rPr>
          <w:rFonts w:ascii="游ゴシック Medium" w:eastAsia="游ゴシック Medium" w:hAnsi="游ゴシック Medium" w:hint="eastAsia"/>
          <w:sz w:val="28"/>
          <w:szCs w:val="28"/>
          <w:lang w:val="ja-JP"/>
        </w:rPr>
        <w:t>ない。アプリやショートカットからの流入は限定的</w:t>
      </w:r>
    </w:p>
    <w:p w14:paraId="44827D31" w14:textId="3DFE5CE5" w:rsidR="000B25C3" w:rsidRDefault="000B25C3" w:rsidP="000B25C3">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w:t>
      </w:r>
      <w:r w:rsidR="00B1102D">
        <w:rPr>
          <w:rFonts w:ascii="游ゴシック Medium" w:eastAsia="游ゴシック Medium" w:hAnsi="游ゴシック Medium" w:hint="eastAsia"/>
          <w:sz w:val="28"/>
          <w:szCs w:val="28"/>
          <w:lang w:val="ja-JP"/>
        </w:rPr>
        <w:t>わざわざ検索している（なにかしらの欲求がある）人にアプローチできる。CVにつながりやすい。</w:t>
      </w:r>
    </w:p>
    <w:p w14:paraId="711AEDBC" w14:textId="58E7F225" w:rsidR="00B1102D" w:rsidRDefault="00B1102D" w:rsidP="000B25C3">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・検索語句によって相手のニーズがわかりやすい。CVに繋げやすい。</w:t>
      </w:r>
    </w:p>
    <w:p w14:paraId="60C69242" w14:textId="77777777" w:rsidR="000B25C3" w:rsidRDefault="000B25C3" w:rsidP="000B25C3">
      <w:pPr>
        <w:rPr>
          <w:rFonts w:ascii="游ゴシック Medium" w:eastAsia="游ゴシック Medium" w:hAnsi="游ゴシック Medium"/>
          <w:sz w:val="28"/>
          <w:szCs w:val="28"/>
          <w:lang w:val="ja-JP"/>
        </w:rPr>
      </w:pPr>
    </w:p>
    <w:p w14:paraId="1931EC24" w14:textId="77777777" w:rsidR="00335E82" w:rsidRPr="00655A88" w:rsidRDefault="00335E82" w:rsidP="008A1108">
      <w:pPr>
        <w:rPr>
          <w:rFonts w:ascii="游ゴシック Medium" w:eastAsia="游ゴシック Medium" w:hAnsi="游ゴシック Medium"/>
          <w:sz w:val="28"/>
          <w:szCs w:val="28"/>
          <w:lang w:val="ja-JP"/>
        </w:rPr>
      </w:pPr>
    </w:p>
    <w:p w14:paraId="7F98FF13" w14:textId="299D9A41" w:rsidR="007316A5" w:rsidRPr="00713689" w:rsidRDefault="006B146A" w:rsidP="008A1108">
      <w:pPr>
        <w:rPr>
          <w:rFonts w:ascii="游ゴシック Medium" w:eastAsia="游ゴシック Medium" w:hAnsi="游ゴシック Medium"/>
          <w:sz w:val="48"/>
          <w:szCs w:val="48"/>
          <w:lang w:val="ja-JP"/>
        </w:rPr>
      </w:pPr>
      <w:r w:rsidRPr="00713689">
        <w:rPr>
          <w:rFonts w:ascii="游ゴシック Medium" w:eastAsia="游ゴシック Medium" w:hAnsi="游ゴシック Medium" w:hint="eastAsia"/>
          <w:sz w:val="48"/>
          <w:szCs w:val="48"/>
          <w:lang w:val="ja-JP"/>
        </w:rPr>
        <w:t>SEOの</w:t>
      </w:r>
      <w:r w:rsidR="00765DAA" w:rsidRPr="00713689">
        <w:rPr>
          <w:rFonts w:ascii="游ゴシック Medium" w:eastAsia="游ゴシック Medium" w:hAnsi="游ゴシック Medium" w:hint="eastAsia"/>
          <w:sz w:val="48"/>
          <w:szCs w:val="48"/>
          <w:lang w:val="ja-JP"/>
        </w:rPr>
        <w:t>原則</w:t>
      </w:r>
    </w:p>
    <w:p w14:paraId="73F8922E" w14:textId="77777777" w:rsidR="006B146A" w:rsidRPr="004E7240" w:rsidRDefault="007316A5"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w:t>
      </w:r>
      <w:r w:rsidR="004B5F23" w:rsidRPr="004E7240">
        <w:rPr>
          <w:rFonts w:ascii="游ゴシック Medium" w:eastAsia="游ゴシック Medium" w:hAnsi="游ゴシック Medium" w:hint="eastAsia"/>
          <w:sz w:val="28"/>
          <w:szCs w:val="28"/>
          <w:lang w:val="ja-JP"/>
        </w:rPr>
        <w:t>問い</w:t>
      </w:r>
      <w:r w:rsidRPr="004E7240">
        <w:rPr>
          <w:rFonts w:ascii="游ゴシック Medium" w:eastAsia="游ゴシック Medium" w:hAnsi="游ゴシック Medium" w:hint="eastAsia"/>
          <w:sz w:val="28"/>
          <w:szCs w:val="28"/>
          <w:lang w:val="ja-JP"/>
        </w:rPr>
        <w:t>に答える。</w:t>
      </w:r>
    </w:p>
    <w:p w14:paraId="23D1D8C8" w14:textId="11B9B61E" w:rsidR="00E14D8A" w:rsidRDefault="00E14D8A" w:rsidP="006B146A">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検索意図を把握し、それに答える。</w:t>
      </w:r>
    </w:p>
    <w:p w14:paraId="1C8C631C" w14:textId="5F1FAF15" w:rsidR="00E14D8A" w:rsidRDefault="00E14D8A" w:rsidP="006B146A">
      <w:pPr>
        <w:ind w:firstLineChars="100" w:firstLine="280"/>
        <w:rPr>
          <w:rFonts w:ascii="游ゴシック Medium" w:eastAsia="游ゴシック Medium" w:hAnsi="游ゴシック Medium" w:hint="eastAsia"/>
          <w:sz w:val="28"/>
          <w:szCs w:val="28"/>
          <w:lang w:val="ja-JP"/>
        </w:rPr>
      </w:pPr>
      <w:r>
        <w:rPr>
          <w:rFonts w:ascii="游ゴシック Medium" w:eastAsia="游ゴシック Medium" w:hAnsi="游ゴシック Medium" w:hint="eastAsia"/>
          <w:sz w:val="28"/>
          <w:szCs w:val="28"/>
          <w:lang w:val="ja-JP"/>
        </w:rPr>
        <w:t>検索意図とGoogleが検索意図だと思っていることは少し違う</w:t>
      </w:r>
      <w:r w:rsidR="003E74C5">
        <w:rPr>
          <w:rFonts w:ascii="游ゴシック Medium" w:eastAsia="游ゴシック Medium" w:hAnsi="游ゴシック Medium" w:hint="eastAsia"/>
          <w:sz w:val="28"/>
          <w:szCs w:val="28"/>
          <w:lang w:val="ja-JP"/>
        </w:rPr>
        <w:t>ので気をつける。</w:t>
      </w:r>
    </w:p>
    <w:p w14:paraId="55A8B90A" w14:textId="414C3674" w:rsidR="007316A5" w:rsidRDefault="000B0013" w:rsidP="006B146A">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検索語句（</w:t>
      </w:r>
      <w:r w:rsidR="006B146A" w:rsidRPr="004E7240">
        <w:rPr>
          <w:rFonts w:ascii="游ゴシック Medium" w:eastAsia="游ゴシック Medium" w:hAnsi="游ゴシック Medium" w:hint="eastAsia"/>
          <w:sz w:val="28"/>
          <w:szCs w:val="28"/>
          <w:lang w:val="ja-JP"/>
        </w:rPr>
        <w:t>クエリ</w:t>
      </w:r>
      <w:r>
        <w:rPr>
          <w:rFonts w:ascii="游ゴシック Medium" w:eastAsia="游ゴシック Medium" w:hAnsi="游ゴシック Medium" w:hint="eastAsia"/>
          <w:sz w:val="28"/>
          <w:szCs w:val="28"/>
          <w:lang w:val="ja-JP"/>
        </w:rPr>
        <w:t>）</w:t>
      </w:r>
      <w:r w:rsidR="006B146A" w:rsidRPr="004E7240">
        <w:rPr>
          <w:rFonts w:ascii="游ゴシック Medium" w:eastAsia="游ゴシック Medium" w:hAnsi="游ゴシック Medium" w:hint="eastAsia"/>
          <w:sz w:val="28"/>
          <w:szCs w:val="28"/>
          <w:lang w:val="ja-JP"/>
        </w:rPr>
        <w:t>＝問い。</w:t>
      </w:r>
      <w:r w:rsidR="007E7ED8" w:rsidRPr="004E7240">
        <w:rPr>
          <w:rFonts w:ascii="游ゴシック Medium" w:eastAsia="游ゴシック Medium" w:hAnsi="游ゴシック Medium" w:hint="eastAsia"/>
          <w:sz w:val="28"/>
          <w:szCs w:val="28"/>
          <w:lang w:val="ja-JP"/>
        </w:rPr>
        <w:t>クエリと本当の</w:t>
      </w:r>
      <w:r w:rsidR="00B76D2D">
        <w:rPr>
          <w:rFonts w:ascii="游ゴシック Medium" w:eastAsia="游ゴシック Medium" w:hAnsi="游ゴシック Medium" w:hint="eastAsia"/>
          <w:sz w:val="28"/>
          <w:szCs w:val="28"/>
          <w:lang w:val="ja-JP"/>
        </w:rPr>
        <w:t>問い</w:t>
      </w:r>
      <w:r w:rsidR="007E7ED8" w:rsidRPr="004E7240">
        <w:rPr>
          <w:rFonts w:ascii="游ゴシック Medium" w:eastAsia="游ゴシック Medium" w:hAnsi="游ゴシック Medium" w:hint="eastAsia"/>
          <w:sz w:val="28"/>
          <w:szCs w:val="28"/>
          <w:lang w:val="ja-JP"/>
        </w:rPr>
        <w:t>には乖離がある。</w:t>
      </w:r>
    </w:p>
    <w:p w14:paraId="595C8A1E" w14:textId="00E1720E" w:rsidR="00335E82" w:rsidRDefault="00335E82" w:rsidP="006B146A">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※クエリとは検索語句のことを指す</w:t>
      </w:r>
    </w:p>
    <w:p w14:paraId="6C4ABFFB" w14:textId="77777777" w:rsidR="00210734" w:rsidRPr="004E7240" w:rsidRDefault="00210734" w:rsidP="006B146A">
      <w:pPr>
        <w:ind w:firstLineChars="100" w:firstLine="280"/>
        <w:rPr>
          <w:rFonts w:ascii="游ゴシック Medium" w:eastAsia="游ゴシック Medium" w:hAnsi="游ゴシック Medium"/>
          <w:sz w:val="28"/>
          <w:szCs w:val="28"/>
          <w:lang w:val="ja-JP"/>
        </w:rPr>
      </w:pPr>
    </w:p>
    <w:p w14:paraId="74A627B0" w14:textId="67F6E368" w:rsidR="007316A5" w:rsidRPr="004E7240" w:rsidRDefault="007316A5"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w:t>
      </w:r>
      <w:r w:rsidR="00A8556D" w:rsidRPr="004E7240">
        <w:rPr>
          <w:rFonts w:ascii="游ゴシック Medium" w:eastAsia="游ゴシック Medium" w:hAnsi="游ゴシック Medium" w:hint="eastAsia"/>
          <w:sz w:val="28"/>
          <w:szCs w:val="28"/>
          <w:lang w:val="ja-JP"/>
        </w:rPr>
        <w:t>人が動くことが重要</w:t>
      </w:r>
    </w:p>
    <w:p w14:paraId="3040677B" w14:textId="2B5E9B99" w:rsidR="00214CF8" w:rsidRDefault="00A8556D"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w:t>
      </w:r>
      <w:r w:rsidR="00214CF8">
        <w:rPr>
          <w:rFonts w:ascii="游ゴシック Medium" w:eastAsia="游ゴシック Medium" w:hAnsi="游ゴシック Medium" w:hint="eastAsia"/>
          <w:sz w:val="28"/>
          <w:szCs w:val="28"/>
          <w:lang w:val="ja-JP"/>
        </w:rPr>
        <w:t>人が動く</w:t>
      </w:r>
    </w:p>
    <w:p w14:paraId="32CF6CDF" w14:textId="03215181" w:rsidR="00B00242" w:rsidRDefault="00A8556D" w:rsidP="00214CF8">
      <w:pPr>
        <w:ind w:firstLineChars="100" w:firstLine="280"/>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クリック率</w:t>
      </w:r>
      <w:r w:rsidR="00335E82">
        <w:rPr>
          <w:rFonts w:ascii="游ゴシック Medium" w:eastAsia="游ゴシック Medium" w:hAnsi="游ゴシック Medium" w:hint="eastAsia"/>
          <w:sz w:val="28"/>
          <w:szCs w:val="28"/>
          <w:lang w:val="ja-JP"/>
        </w:rPr>
        <w:t>（検索結果画面での）</w:t>
      </w:r>
      <w:r w:rsidRPr="004E7240">
        <w:rPr>
          <w:rFonts w:ascii="游ゴシック Medium" w:eastAsia="游ゴシック Medium" w:hAnsi="游ゴシック Medium" w:hint="eastAsia"/>
          <w:sz w:val="28"/>
          <w:szCs w:val="28"/>
          <w:lang w:val="ja-JP"/>
        </w:rPr>
        <w:t>、</w:t>
      </w:r>
      <w:r w:rsidR="00335E82">
        <w:rPr>
          <w:rFonts w:ascii="游ゴシック Medium" w:eastAsia="游ゴシック Medium" w:hAnsi="游ゴシック Medium" w:hint="eastAsia"/>
          <w:sz w:val="28"/>
          <w:szCs w:val="28"/>
          <w:lang w:val="ja-JP"/>
        </w:rPr>
        <w:t>サイト内</w:t>
      </w:r>
      <w:r w:rsidRPr="004E7240">
        <w:rPr>
          <w:rFonts w:ascii="游ゴシック Medium" w:eastAsia="游ゴシック Medium" w:hAnsi="游ゴシック Medium" w:hint="eastAsia"/>
          <w:sz w:val="28"/>
          <w:szCs w:val="28"/>
          <w:lang w:val="ja-JP"/>
        </w:rPr>
        <w:t>回遊、滞在時間、再訪問</w:t>
      </w:r>
    </w:p>
    <w:p w14:paraId="7535F6A8" w14:textId="77777777" w:rsidR="00B00242" w:rsidRDefault="00B00242" w:rsidP="008A1108">
      <w:pPr>
        <w:rPr>
          <w:rFonts w:ascii="游ゴシック Medium" w:eastAsia="游ゴシック Medium" w:hAnsi="游ゴシック Medium"/>
          <w:sz w:val="28"/>
          <w:szCs w:val="28"/>
          <w:lang w:val="ja-JP"/>
        </w:rPr>
      </w:pPr>
    </w:p>
    <w:p w14:paraId="0B22545A" w14:textId="77777777" w:rsidR="00B00242" w:rsidRDefault="00B00242" w:rsidP="00B00242">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lastRenderedPageBreak/>
        <w:t>広義で人が動く</w:t>
      </w:r>
    </w:p>
    <w:p w14:paraId="057F03FF" w14:textId="6DDB48B4" w:rsidR="00A8556D" w:rsidRPr="004E7240" w:rsidRDefault="00B00242" w:rsidP="00B00242">
      <w:pPr>
        <w:ind w:firstLineChars="200" w:firstLine="56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指名検索、被リンク、</w:t>
      </w:r>
      <w:r w:rsidR="00335E82">
        <w:rPr>
          <w:rFonts w:ascii="游ゴシック Medium" w:eastAsia="游ゴシック Medium" w:hAnsi="游ゴシック Medium" w:hint="eastAsia"/>
          <w:sz w:val="28"/>
          <w:szCs w:val="28"/>
          <w:lang w:val="ja-JP"/>
        </w:rPr>
        <w:t>言及（</w:t>
      </w:r>
      <w:r w:rsidR="00A8556D" w:rsidRPr="004E7240">
        <w:rPr>
          <w:rFonts w:ascii="游ゴシック Medium" w:eastAsia="游ゴシック Medium" w:hAnsi="游ゴシック Medium" w:hint="eastAsia"/>
          <w:sz w:val="28"/>
          <w:szCs w:val="28"/>
          <w:lang w:val="ja-JP"/>
        </w:rPr>
        <w:t>サイテーション</w:t>
      </w:r>
      <w:r w:rsidR="00423FA8" w:rsidRPr="004E7240">
        <w:rPr>
          <w:rFonts w:ascii="游ゴシック Medium" w:eastAsia="游ゴシック Medium" w:hAnsi="游ゴシック Medium" w:hint="eastAsia"/>
          <w:sz w:val="28"/>
          <w:szCs w:val="28"/>
          <w:lang w:val="ja-JP"/>
        </w:rPr>
        <w:t>）</w:t>
      </w:r>
    </w:p>
    <w:p w14:paraId="4488F921" w14:textId="5EBDAA76" w:rsidR="00A8556D" w:rsidRDefault="00A8556D" w:rsidP="008A1108">
      <w:pPr>
        <w:rPr>
          <w:rFonts w:ascii="游ゴシック Medium" w:eastAsia="游ゴシック Medium" w:hAnsi="游ゴシック Medium"/>
          <w:sz w:val="28"/>
          <w:szCs w:val="28"/>
          <w:lang w:val="ja-JP"/>
        </w:rPr>
      </w:pPr>
    </w:p>
    <w:p w14:paraId="1A2582A4" w14:textId="77777777" w:rsidR="00210734" w:rsidRDefault="00210734" w:rsidP="008A1108">
      <w:pPr>
        <w:rPr>
          <w:rFonts w:ascii="游ゴシック Medium" w:eastAsia="游ゴシック Medium" w:hAnsi="游ゴシック Medium"/>
          <w:sz w:val="28"/>
          <w:szCs w:val="28"/>
          <w:lang w:val="ja-JP"/>
        </w:rPr>
      </w:pPr>
    </w:p>
    <w:p w14:paraId="35CD6FBB" w14:textId="77777777" w:rsidR="00210734" w:rsidRPr="004E7240" w:rsidRDefault="00210734" w:rsidP="008A1108">
      <w:pPr>
        <w:rPr>
          <w:rFonts w:ascii="游ゴシック Medium" w:eastAsia="游ゴシック Medium" w:hAnsi="游ゴシック Medium"/>
          <w:sz w:val="28"/>
          <w:szCs w:val="28"/>
          <w:lang w:val="ja-JP"/>
        </w:rPr>
      </w:pPr>
    </w:p>
    <w:p w14:paraId="034A8620" w14:textId="7248DC91" w:rsidR="00765DAA" w:rsidRPr="004E7240" w:rsidRDefault="006251F6" w:rsidP="00765DAA">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48"/>
          <w:szCs w:val="48"/>
          <w:lang w:val="ja-JP"/>
        </w:rPr>
        <w:t>はじめる前の</w:t>
      </w:r>
      <w:r w:rsidR="00765DAA" w:rsidRPr="004E7240">
        <w:rPr>
          <w:rFonts w:ascii="游ゴシック Medium" w:eastAsia="游ゴシック Medium" w:hAnsi="游ゴシック Medium" w:hint="eastAsia"/>
          <w:sz w:val="48"/>
          <w:szCs w:val="48"/>
          <w:lang w:val="ja-JP"/>
        </w:rPr>
        <w:t>基礎の基礎</w:t>
      </w:r>
      <w:r w:rsidR="00765DAA" w:rsidRPr="004E7240">
        <w:rPr>
          <w:rFonts w:ascii="游ゴシック Medium" w:eastAsia="游ゴシック Medium" w:hAnsi="游ゴシック Medium" w:hint="eastAsia"/>
          <w:sz w:val="28"/>
          <w:szCs w:val="28"/>
          <w:lang w:val="ja-JP"/>
        </w:rPr>
        <w:t xml:space="preserve">　～立ち上げ前から意識しておくこと～</w:t>
      </w:r>
    </w:p>
    <w:p w14:paraId="0B648D02" w14:textId="77777777" w:rsidR="00765DAA" w:rsidRPr="004E7240" w:rsidRDefault="00765DAA" w:rsidP="00765DAA">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・ドメイン名は適切か？</w:t>
      </w:r>
    </w:p>
    <w:p w14:paraId="2B8232FC" w14:textId="77777777" w:rsidR="00765DAA" w:rsidRPr="004E7240" w:rsidRDefault="00765DAA" w:rsidP="00765DAA">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・サーバーは適切か？</w:t>
      </w:r>
    </w:p>
    <w:p w14:paraId="273C7C55" w14:textId="70429963" w:rsidR="00765DAA" w:rsidRDefault="00B00242" w:rsidP="00765DAA">
      <w:pPr>
        <w:rPr>
          <w:rFonts w:ascii="游ゴシック Medium" w:eastAsia="游ゴシック Medium" w:hAnsi="游ゴシック Medium"/>
          <w:sz w:val="28"/>
          <w:szCs w:val="28"/>
          <w:lang w:val="ja-JP"/>
        </w:rPr>
      </w:pPr>
      <w:r w:rsidRPr="00B00242">
        <w:rPr>
          <w:rFonts w:ascii="游ゴシック Medium" w:eastAsia="游ゴシック Medium" w:hAnsi="游ゴシック Medium" w:hint="eastAsia"/>
          <w:sz w:val="28"/>
          <w:szCs w:val="28"/>
          <w:lang w:val="ja-JP"/>
        </w:rPr>
        <w:t>・URL変更を避ける。やむを得ないときはリダイレクトなど丁寧に。</w:t>
      </w:r>
    </w:p>
    <w:p w14:paraId="46036EC3" w14:textId="07F0946F" w:rsidR="006251F6" w:rsidRDefault="006251F6" w:rsidP="00765DAA">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・中途半端なコンテンツのUPは慎重に</w:t>
      </w:r>
    </w:p>
    <w:p w14:paraId="337B15AE" w14:textId="23171488" w:rsidR="006251F6" w:rsidRDefault="006251F6" w:rsidP="00765DAA">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・タイトルやコンテンツがダブっているページは極力作らない。</w:t>
      </w:r>
    </w:p>
    <w:p w14:paraId="64D72C70" w14:textId="77777777" w:rsidR="00B00242" w:rsidRPr="004E7240" w:rsidRDefault="00B00242" w:rsidP="00765DAA">
      <w:pPr>
        <w:rPr>
          <w:rFonts w:ascii="游ゴシック Medium" w:eastAsia="游ゴシック Medium" w:hAnsi="游ゴシック Medium"/>
          <w:sz w:val="28"/>
          <w:szCs w:val="28"/>
          <w:lang w:val="ja-JP"/>
        </w:rPr>
      </w:pPr>
    </w:p>
    <w:p w14:paraId="7086F8C9" w14:textId="71CE4F02" w:rsidR="00765DAA" w:rsidRPr="004E7240" w:rsidRDefault="00765DAA" w:rsidP="00765DAA">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・SSL化は最初に行う</w:t>
      </w:r>
    </w:p>
    <w:p w14:paraId="05031A87" w14:textId="19DEB116" w:rsidR="00765DAA" w:rsidRPr="004E7240" w:rsidRDefault="00765DAA" w:rsidP="00765DAA">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・URLは正規化する。</w:t>
      </w:r>
      <w:r w:rsidR="00423FA8" w:rsidRPr="004E7240">
        <w:rPr>
          <w:rFonts w:ascii="游ゴシック Medium" w:eastAsia="游ゴシック Medium" w:hAnsi="游ゴシック Medium" w:hint="eastAsia"/>
          <w:sz w:val="28"/>
          <w:szCs w:val="28"/>
          <w:lang w:val="ja-JP"/>
        </w:rPr>
        <w:t>１本化する</w:t>
      </w:r>
    </w:p>
    <w:p w14:paraId="631D68E9" w14:textId="0558D27E" w:rsidR="00765DAA" w:rsidRPr="004E7240" w:rsidRDefault="00765DAA" w:rsidP="00765DAA">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・URLに意味をつける。page01などとはしない。</w:t>
      </w:r>
    </w:p>
    <w:p w14:paraId="3B8FD44F" w14:textId="77777777" w:rsidR="00423FA8" w:rsidRPr="004E7240" w:rsidRDefault="00423FA8" w:rsidP="00765DAA">
      <w:pPr>
        <w:rPr>
          <w:rFonts w:ascii="游ゴシック Medium" w:eastAsia="游ゴシック Medium" w:hAnsi="游ゴシック Medium"/>
          <w:sz w:val="28"/>
          <w:szCs w:val="28"/>
          <w:lang w:val="ja-JP"/>
        </w:rPr>
      </w:pPr>
    </w:p>
    <w:p w14:paraId="56454F25" w14:textId="3BFA1DFA" w:rsidR="00765DAA" w:rsidRPr="004E7240" w:rsidRDefault="00765DAA" w:rsidP="008A1108">
      <w:pPr>
        <w:rPr>
          <w:rFonts w:ascii="游ゴシック Medium" w:eastAsia="游ゴシック Medium" w:hAnsi="游ゴシック Medium"/>
          <w:sz w:val="28"/>
          <w:szCs w:val="28"/>
          <w:lang w:val="ja-JP"/>
        </w:rPr>
      </w:pPr>
    </w:p>
    <w:p w14:paraId="6E587B5A" w14:textId="0A4F43D0" w:rsidR="00713689" w:rsidRPr="00713689" w:rsidRDefault="00713689" w:rsidP="00713689">
      <w:pPr>
        <w:rPr>
          <w:rFonts w:ascii="游ゴシック Medium" w:eastAsia="游ゴシック Medium" w:hAnsi="游ゴシック Medium"/>
          <w:sz w:val="28"/>
          <w:szCs w:val="28"/>
          <w:lang w:val="ja-JP"/>
        </w:rPr>
      </w:pPr>
      <w:r w:rsidRPr="00713689">
        <w:rPr>
          <w:rFonts w:ascii="游ゴシック Medium" w:eastAsia="游ゴシック Medium" w:hAnsi="游ゴシック Medium" w:hint="eastAsia"/>
          <w:sz w:val="28"/>
          <w:szCs w:val="28"/>
          <w:lang w:val="ja-JP"/>
        </w:rPr>
        <w:t>・</w:t>
      </w:r>
      <w:r w:rsidR="00EA7D25">
        <w:rPr>
          <w:rFonts w:ascii="游ゴシック Medium" w:eastAsia="游ゴシック Medium" w:hAnsi="游ゴシック Medium" w:hint="eastAsia"/>
          <w:sz w:val="28"/>
          <w:szCs w:val="28"/>
          <w:lang w:val="ja-JP"/>
        </w:rPr>
        <w:t>あがらないクエリがある。</w:t>
      </w:r>
    </w:p>
    <w:p w14:paraId="055CCA01" w14:textId="5D98B782" w:rsidR="00765DAA" w:rsidRPr="004E7240" w:rsidRDefault="00713689" w:rsidP="00713689">
      <w:pPr>
        <w:ind w:firstLineChars="100" w:firstLine="280"/>
        <w:rPr>
          <w:rFonts w:ascii="游ゴシック Medium" w:eastAsia="游ゴシック Medium" w:hAnsi="游ゴシック Medium"/>
          <w:sz w:val="28"/>
          <w:szCs w:val="28"/>
          <w:lang w:val="ja-JP"/>
        </w:rPr>
      </w:pPr>
      <w:r w:rsidRPr="00713689">
        <w:rPr>
          <w:rFonts w:ascii="游ゴシック Medium" w:eastAsia="游ゴシック Medium" w:hAnsi="游ゴシック Medium" w:hint="eastAsia"/>
          <w:sz w:val="28"/>
          <w:szCs w:val="28"/>
          <w:lang w:val="ja-JP"/>
        </w:rPr>
        <w:lastRenderedPageBreak/>
        <w:t>取引検索語句</w:t>
      </w:r>
      <w:r w:rsidR="00EA7D25">
        <w:rPr>
          <w:rFonts w:ascii="游ゴシック Medium" w:eastAsia="游ゴシック Medium" w:hAnsi="游ゴシック Medium" w:hint="eastAsia"/>
          <w:sz w:val="28"/>
          <w:szCs w:val="28"/>
          <w:lang w:val="ja-JP"/>
        </w:rPr>
        <w:t>（トランザクショナルクエリ）</w:t>
      </w:r>
      <w:r w:rsidRPr="00713689">
        <w:rPr>
          <w:rFonts w:ascii="游ゴシック Medium" w:eastAsia="游ゴシック Medium" w:hAnsi="游ゴシック Medium" w:hint="eastAsia"/>
          <w:sz w:val="28"/>
          <w:szCs w:val="28"/>
          <w:lang w:val="ja-JP"/>
        </w:rPr>
        <w:t>は大手しか上がらない。情報検索語句</w:t>
      </w:r>
      <w:r w:rsidR="00EA7D25">
        <w:rPr>
          <w:rFonts w:ascii="游ゴシック Medium" w:eastAsia="游ゴシック Medium" w:hAnsi="游ゴシック Medium" w:hint="eastAsia"/>
          <w:sz w:val="28"/>
          <w:szCs w:val="28"/>
          <w:lang w:val="ja-JP"/>
        </w:rPr>
        <w:t>（インフォメーショナルクエリ）</w:t>
      </w:r>
      <w:r w:rsidRPr="00713689">
        <w:rPr>
          <w:rFonts w:ascii="游ゴシック Medium" w:eastAsia="游ゴシック Medium" w:hAnsi="游ゴシック Medium" w:hint="eastAsia"/>
          <w:sz w:val="28"/>
          <w:szCs w:val="28"/>
          <w:lang w:val="ja-JP"/>
        </w:rPr>
        <w:t>は中小でも上がる。　現状</w:t>
      </w:r>
    </w:p>
    <w:p w14:paraId="1CDC830A" w14:textId="529BE9BA" w:rsidR="00FC083B" w:rsidRPr="004E7240" w:rsidRDefault="00FC083B" w:rsidP="008A1108">
      <w:pPr>
        <w:rPr>
          <w:rFonts w:ascii="游ゴシック Medium" w:eastAsia="游ゴシック Medium" w:hAnsi="游ゴシック Medium"/>
          <w:sz w:val="28"/>
          <w:szCs w:val="28"/>
          <w:lang w:val="ja-JP"/>
        </w:rPr>
      </w:pPr>
    </w:p>
    <w:p w14:paraId="42626F45" w14:textId="25442C41" w:rsidR="00FC083B" w:rsidRDefault="00FC083B" w:rsidP="008A1108">
      <w:pPr>
        <w:rPr>
          <w:rFonts w:ascii="游ゴシック Medium" w:eastAsia="游ゴシック Medium" w:hAnsi="游ゴシック Medium"/>
          <w:sz w:val="28"/>
          <w:szCs w:val="28"/>
          <w:lang w:val="ja-JP"/>
        </w:rPr>
      </w:pPr>
    </w:p>
    <w:p w14:paraId="139CEB86" w14:textId="16D4B28B" w:rsidR="00FC083B" w:rsidRPr="004E7240" w:rsidRDefault="00FC083B" w:rsidP="008A1108">
      <w:pPr>
        <w:rPr>
          <w:rFonts w:ascii="游ゴシック Medium" w:eastAsia="游ゴシック Medium" w:hAnsi="游ゴシック Medium"/>
          <w:sz w:val="48"/>
          <w:szCs w:val="48"/>
          <w:lang w:val="ja-JP"/>
        </w:rPr>
      </w:pPr>
      <w:r w:rsidRPr="004E7240">
        <w:rPr>
          <w:rFonts w:ascii="游ゴシック Medium" w:eastAsia="游ゴシック Medium" w:hAnsi="游ゴシック Medium" w:hint="eastAsia"/>
          <w:sz w:val="48"/>
          <w:szCs w:val="48"/>
          <w:lang w:val="ja-JP"/>
        </w:rPr>
        <w:t>基礎</w:t>
      </w:r>
    </w:p>
    <w:p w14:paraId="29CD6E15" w14:textId="77777777"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・タイトル</w:t>
      </w:r>
    </w:p>
    <w:p w14:paraId="0E3C1B89" w14:textId="33C7BF09" w:rsidR="00FC083B" w:rsidRPr="004E7240" w:rsidRDefault="00FC083B" w:rsidP="00FC083B">
      <w:pPr>
        <w:ind w:firstLineChars="100" w:firstLine="280"/>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キーワードi</w:t>
      </w:r>
      <w:r w:rsidRPr="004E7240">
        <w:rPr>
          <w:rFonts w:ascii="游ゴシック Medium" w:eastAsia="游ゴシック Medium" w:hAnsi="游ゴシック Medium"/>
          <w:sz w:val="28"/>
          <w:szCs w:val="28"/>
          <w:lang w:val="ja-JP"/>
        </w:rPr>
        <w:t>n</w:t>
      </w:r>
      <w:r w:rsidR="00B00242">
        <w:rPr>
          <w:rFonts w:ascii="游ゴシック Medium" w:eastAsia="游ゴシック Medium" w:hAnsi="游ゴシック Medium" w:hint="eastAsia"/>
          <w:sz w:val="28"/>
          <w:szCs w:val="28"/>
          <w:lang w:val="ja-JP"/>
        </w:rPr>
        <w:t>。</w:t>
      </w:r>
      <w:r w:rsidR="00541E15" w:rsidRPr="004E7240">
        <w:rPr>
          <w:rFonts w:ascii="游ゴシック Medium" w:eastAsia="游ゴシック Medium" w:hAnsi="游ゴシック Medium" w:hint="eastAsia"/>
          <w:sz w:val="28"/>
          <w:szCs w:val="28"/>
          <w:lang w:val="ja-JP"/>
        </w:rPr>
        <w:t>できれば先頭に</w:t>
      </w:r>
      <w:r w:rsidR="00B00242">
        <w:rPr>
          <w:rFonts w:ascii="游ゴシック Medium" w:eastAsia="游ゴシック Medium" w:hAnsi="游ゴシック Medium" w:hint="eastAsia"/>
          <w:sz w:val="28"/>
          <w:szCs w:val="28"/>
          <w:lang w:val="ja-JP"/>
        </w:rPr>
        <w:t>。</w:t>
      </w:r>
      <w:r w:rsidR="00541E15" w:rsidRPr="004E7240">
        <w:rPr>
          <w:rFonts w:ascii="游ゴシック Medium" w:eastAsia="游ゴシック Medium" w:hAnsi="游ゴシック Medium" w:hint="eastAsia"/>
          <w:sz w:val="28"/>
          <w:szCs w:val="28"/>
          <w:lang w:val="ja-JP"/>
        </w:rPr>
        <w:t>なんの記事</w:t>
      </w:r>
      <w:r w:rsidR="004B5F23" w:rsidRPr="004E7240">
        <w:rPr>
          <w:rFonts w:ascii="游ゴシック Medium" w:eastAsia="游ゴシック Medium" w:hAnsi="游ゴシック Medium" w:hint="eastAsia"/>
          <w:sz w:val="28"/>
          <w:szCs w:val="28"/>
          <w:lang w:val="ja-JP"/>
        </w:rPr>
        <w:t>か</w:t>
      </w:r>
      <w:r w:rsidR="00541E15" w:rsidRPr="004E7240">
        <w:rPr>
          <w:rFonts w:ascii="游ゴシック Medium" w:eastAsia="游ゴシック Medium" w:hAnsi="游ゴシック Medium" w:hint="eastAsia"/>
          <w:sz w:val="28"/>
          <w:szCs w:val="28"/>
          <w:lang w:val="ja-JP"/>
        </w:rPr>
        <w:t>示す</w:t>
      </w:r>
      <w:r w:rsidR="004B5F23" w:rsidRPr="004E7240">
        <w:rPr>
          <w:rFonts w:ascii="游ゴシック Medium" w:eastAsia="游ゴシック Medium" w:hAnsi="游ゴシック Medium" w:hint="eastAsia"/>
          <w:sz w:val="28"/>
          <w:szCs w:val="28"/>
          <w:lang w:val="ja-JP"/>
        </w:rPr>
        <w:t>。</w:t>
      </w:r>
    </w:p>
    <w:p w14:paraId="7B6178CE" w14:textId="5A085F47" w:rsidR="00FC083B" w:rsidRPr="004E7240" w:rsidRDefault="00FC083B" w:rsidP="00FC083B">
      <w:pPr>
        <w:ind w:firstLineChars="100" w:firstLine="280"/>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クリック率を意識</w:t>
      </w:r>
    </w:p>
    <w:p w14:paraId="170524D2" w14:textId="1E337274"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スマホでの表示文字数以内におさめる</w:t>
      </w:r>
    </w:p>
    <w:p w14:paraId="36BA8084" w14:textId="5798FB9E" w:rsidR="006B146A" w:rsidRPr="004E7240" w:rsidRDefault="006B146A"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内容との合致　内容を修正したら見直す</w:t>
      </w:r>
    </w:p>
    <w:p w14:paraId="19119CCB" w14:textId="77777777" w:rsidR="00541E15" w:rsidRPr="004E7240" w:rsidRDefault="00541E15" w:rsidP="00FC083B">
      <w:pPr>
        <w:rPr>
          <w:rFonts w:ascii="游ゴシック Medium" w:eastAsia="游ゴシック Medium" w:hAnsi="游ゴシック Medium"/>
          <w:sz w:val="28"/>
          <w:szCs w:val="28"/>
          <w:lang w:val="ja-JP"/>
        </w:rPr>
      </w:pPr>
    </w:p>
    <w:p w14:paraId="29E0C1FF" w14:textId="26A2A744"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・ディスクリプション</w:t>
      </w:r>
    </w:p>
    <w:p w14:paraId="48F79E3D" w14:textId="33B19EE2"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クリック率意識。</w:t>
      </w:r>
      <w:r w:rsidR="00423FA8" w:rsidRPr="004E7240">
        <w:rPr>
          <w:rFonts w:ascii="游ゴシック Medium" w:eastAsia="游ゴシック Medium" w:hAnsi="游ゴシック Medium" w:hint="eastAsia"/>
          <w:sz w:val="28"/>
          <w:szCs w:val="28"/>
          <w:lang w:val="ja-JP"/>
        </w:rPr>
        <w:t>PPC</w:t>
      </w:r>
      <w:r w:rsidRPr="004E7240">
        <w:rPr>
          <w:rFonts w:ascii="游ゴシック Medium" w:eastAsia="游ゴシック Medium" w:hAnsi="游ゴシック Medium" w:hint="eastAsia"/>
          <w:sz w:val="28"/>
          <w:szCs w:val="28"/>
          <w:lang w:val="ja-JP"/>
        </w:rPr>
        <w:t>広告文より自由度高い。</w:t>
      </w:r>
    </w:p>
    <w:p w14:paraId="53F2DF1D" w14:textId="27664855"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スマホでの表示文字数以内におさめる</w:t>
      </w:r>
    </w:p>
    <w:p w14:paraId="19F1B4D4" w14:textId="213A10CA"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w:t>
      </w:r>
      <w:r w:rsidRPr="006C317C">
        <w:rPr>
          <w:rFonts w:ascii="游ゴシック Medium" w:eastAsia="游ゴシック Medium" w:hAnsi="游ゴシック Medium" w:hint="eastAsia"/>
          <w:sz w:val="28"/>
          <w:szCs w:val="28"/>
          <w:lang w:val="ja-JP"/>
        </w:rPr>
        <w:t>全ページ異なるものにする。</w:t>
      </w:r>
    </w:p>
    <w:p w14:paraId="73649ADC" w14:textId="77777777" w:rsidR="00541E15" w:rsidRPr="004E7240" w:rsidRDefault="00541E15" w:rsidP="00FC083B">
      <w:pPr>
        <w:rPr>
          <w:rFonts w:ascii="游ゴシック Medium" w:eastAsia="游ゴシック Medium" w:hAnsi="游ゴシック Medium"/>
          <w:sz w:val="28"/>
          <w:szCs w:val="28"/>
          <w:lang w:val="ja-JP"/>
        </w:rPr>
      </w:pPr>
    </w:p>
    <w:p w14:paraId="257458AA" w14:textId="77777777" w:rsidR="004E7240"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・メタキーワード</w:t>
      </w:r>
    </w:p>
    <w:p w14:paraId="46682B25" w14:textId="3930F002" w:rsidR="00FC083B" w:rsidRPr="004E7240" w:rsidRDefault="006B146A" w:rsidP="004E7240">
      <w:pPr>
        <w:ind w:firstLineChars="100" w:firstLine="280"/>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w:t>
      </w:r>
      <w:r w:rsidR="00FC083B" w:rsidRPr="004E7240">
        <w:rPr>
          <w:rFonts w:ascii="游ゴシック Medium" w:eastAsia="游ゴシック Medium" w:hAnsi="游ゴシック Medium" w:hint="eastAsia"/>
          <w:sz w:val="28"/>
          <w:szCs w:val="28"/>
          <w:lang w:val="ja-JP"/>
        </w:rPr>
        <w:t>不要</w:t>
      </w:r>
    </w:p>
    <w:p w14:paraId="3CCDEA21" w14:textId="429BD685" w:rsidR="00B20390" w:rsidRDefault="00B20390" w:rsidP="00B20390">
      <w:pPr>
        <w:rPr>
          <w:rFonts w:ascii="游ゴシック Medium" w:eastAsia="游ゴシック Medium" w:hAnsi="游ゴシック Medium"/>
          <w:sz w:val="28"/>
          <w:szCs w:val="28"/>
          <w:lang w:val="ja-JP"/>
        </w:rPr>
      </w:pPr>
    </w:p>
    <w:p w14:paraId="6F8180AF" w14:textId="7AE1AA6D" w:rsidR="00B20390" w:rsidRPr="00B20390" w:rsidRDefault="00B20390" w:rsidP="00B20390">
      <w:pPr>
        <w:rPr>
          <w:rFonts w:ascii="游ゴシック Medium" w:eastAsia="游ゴシック Medium" w:hAnsi="游ゴシック Medium" w:hint="eastAsia"/>
          <w:sz w:val="48"/>
          <w:szCs w:val="48"/>
          <w:lang w:val="ja-JP"/>
        </w:rPr>
      </w:pPr>
      <w:r w:rsidRPr="00B20390">
        <w:rPr>
          <w:rFonts w:ascii="游ゴシック Medium" w:eastAsia="游ゴシック Medium" w:hAnsi="游ゴシック Medium" w:hint="eastAsia"/>
          <w:sz w:val="48"/>
          <w:szCs w:val="48"/>
          <w:lang w:val="ja-JP"/>
        </w:rPr>
        <w:t>・Googleアカウント</w:t>
      </w:r>
    </w:p>
    <w:p w14:paraId="5BA702EA" w14:textId="24B7E934" w:rsidR="00B20390" w:rsidRDefault="00B20390" w:rsidP="00B20390">
      <w:pPr>
        <w:ind w:firstLineChars="100" w:firstLine="280"/>
        <w:rPr>
          <w:rFonts w:ascii="游ゴシック Medium" w:eastAsia="游ゴシック Medium" w:hAnsi="游ゴシック Medium"/>
          <w:sz w:val="28"/>
          <w:szCs w:val="28"/>
          <w:lang w:val="ja-JP"/>
        </w:rPr>
      </w:pPr>
      <w:r w:rsidRPr="00B20390">
        <w:rPr>
          <w:rFonts w:ascii="游ゴシック Medium" w:eastAsia="游ゴシック Medium" w:hAnsi="游ゴシック Medium" w:hint="eastAsia"/>
          <w:sz w:val="28"/>
          <w:szCs w:val="28"/>
          <w:lang w:val="ja-JP"/>
        </w:rPr>
        <w:t>グーグルアナリティクス　略称GA</w:t>
      </w:r>
    </w:p>
    <w:p w14:paraId="3E7A4310" w14:textId="032DF825" w:rsidR="00B20390" w:rsidRPr="00B20390" w:rsidRDefault="00B20390" w:rsidP="00B20390">
      <w:pPr>
        <w:ind w:firstLineChars="100" w:firstLine="280"/>
        <w:rPr>
          <w:rFonts w:ascii="游ゴシック Medium" w:eastAsia="游ゴシック Medium" w:hAnsi="游ゴシック Medium" w:hint="eastAsia"/>
          <w:sz w:val="28"/>
          <w:szCs w:val="28"/>
          <w:lang w:val="ja-JP"/>
        </w:rPr>
      </w:pPr>
      <w:r>
        <w:rPr>
          <w:rFonts w:ascii="游ゴシック Medium" w:eastAsia="游ゴシック Medium" w:hAnsi="游ゴシック Medium" w:hint="eastAsia"/>
          <w:sz w:val="28"/>
          <w:szCs w:val="28"/>
          <w:lang w:val="ja-JP"/>
        </w:rPr>
        <w:t xml:space="preserve">　アクセス解析ツール</w:t>
      </w:r>
    </w:p>
    <w:p w14:paraId="3127A3E0" w14:textId="77777777" w:rsidR="00B20390" w:rsidRDefault="00B20390" w:rsidP="00B20390">
      <w:pPr>
        <w:ind w:firstLineChars="200" w:firstLine="560"/>
        <w:rPr>
          <w:rFonts w:ascii="游ゴシック Medium" w:eastAsia="游ゴシック Medium" w:hAnsi="游ゴシック Medium"/>
          <w:sz w:val="28"/>
          <w:szCs w:val="28"/>
          <w:lang w:val="ja-JP"/>
        </w:rPr>
      </w:pPr>
      <w:r w:rsidRPr="00B20390">
        <w:rPr>
          <w:rFonts w:ascii="游ゴシック Medium" w:eastAsia="游ゴシック Medium" w:hAnsi="游ゴシック Medium" w:hint="eastAsia"/>
          <w:sz w:val="28"/>
          <w:szCs w:val="28"/>
          <w:lang w:val="ja-JP"/>
        </w:rPr>
        <w:t>オーディエンス→ユーザー属性　忘れないように。</w:t>
      </w:r>
    </w:p>
    <w:p w14:paraId="14D26BD2" w14:textId="77777777" w:rsidR="00B20390" w:rsidRDefault="00B20390" w:rsidP="00B20390">
      <w:pPr>
        <w:ind w:firstLineChars="100" w:firstLine="280"/>
        <w:rPr>
          <w:rFonts w:ascii="游ゴシック Medium" w:eastAsia="游ゴシック Medium" w:hAnsi="游ゴシック Medium"/>
          <w:sz w:val="28"/>
          <w:szCs w:val="28"/>
          <w:lang w:val="ja-JP"/>
        </w:rPr>
      </w:pPr>
    </w:p>
    <w:p w14:paraId="287373D3" w14:textId="1C1AF933" w:rsidR="00B20390" w:rsidRDefault="00B20390" w:rsidP="00B20390">
      <w:pPr>
        <w:ind w:firstLineChars="100" w:firstLine="280"/>
        <w:rPr>
          <w:rFonts w:ascii="游ゴシック Medium" w:eastAsia="游ゴシック Medium" w:hAnsi="游ゴシック Medium"/>
          <w:sz w:val="28"/>
          <w:szCs w:val="28"/>
          <w:lang w:val="ja-JP"/>
        </w:rPr>
      </w:pPr>
      <w:r w:rsidRPr="00B20390">
        <w:rPr>
          <w:rFonts w:ascii="游ゴシック Medium" w:eastAsia="游ゴシック Medium" w:hAnsi="游ゴシック Medium" w:hint="eastAsia"/>
          <w:sz w:val="28"/>
          <w:szCs w:val="28"/>
          <w:lang w:val="ja-JP"/>
        </w:rPr>
        <w:t>グーグルサーチコンソール　略称サチコ　GSC</w:t>
      </w:r>
    </w:p>
    <w:p w14:paraId="51D6D372" w14:textId="1BF5DFD6" w:rsidR="00B20390" w:rsidRPr="00B20390" w:rsidRDefault="00B20390" w:rsidP="00B20390">
      <w:pPr>
        <w:ind w:firstLineChars="100" w:firstLine="280"/>
        <w:rPr>
          <w:rFonts w:ascii="游ゴシック Medium" w:eastAsia="游ゴシック Medium" w:hAnsi="游ゴシック Medium" w:hint="eastAsia"/>
          <w:sz w:val="28"/>
          <w:szCs w:val="28"/>
          <w:lang w:val="ja-JP"/>
        </w:rPr>
      </w:pPr>
      <w:r>
        <w:rPr>
          <w:rFonts w:ascii="游ゴシック Medium" w:eastAsia="游ゴシック Medium" w:hAnsi="游ゴシック Medium" w:hint="eastAsia"/>
          <w:sz w:val="28"/>
          <w:szCs w:val="28"/>
          <w:lang w:val="ja-JP"/>
        </w:rPr>
        <w:t xml:space="preserve">　少々大雑把にだが流入クエリーなどがわかる。</w:t>
      </w:r>
    </w:p>
    <w:p w14:paraId="0C831721" w14:textId="77777777" w:rsidR="00B20390" w:rsidRPr="00B20390" w:rsidRDefault="00B20390" w:rsidP="00B20390">
      <w:pPr>
        <w:ind w:firstLineChars="100" w:firstLine="280"/>
        <w:rPr>
          <w:rFonts w:ascii="游ゴシック Medium" w:eastAsia="游ゴシック Medium" w:hAnsi="游ゴシック Medium" w:hint="eastAsia"/>
          <w:sz w:val="28"/>
          <w:szCs w:val="28"/>
          <w:lang w:val="ja-JP"/>
        </w:rPr>
      </w:pPr>
      <w:r>
        <w:rPr>
          <w:rFonts w:ascii="游ゴシック Medium" w:eastAsia="游ゴシック Medium" w:hAnsi="游ゴシック Medium" w:hint="eastAsia"/>
          <w:sz w:val="28"/>
          <w:szCs w:val="28"/>
          <w:lang w:val="ja-JP"/>
        </w:rPr>
        <w:t xml:space="preserve">　</w:t>
      </w:r>
      <w:r w:rsidRPr="00B20390">
        <w:rPr>
          <w:rFonts w:ascii="游ゴシック Medium" w:eastAsia="游ゴシック Medium" w:hAnsi="游ゴシック Medium" w:hint="eastAsia"/>
          <w:sz w:val="28"/>
          <w:szCs w:val="28"/>
          <w:lang w:val="ja-JP"/>
        </w:rPr>
        <w:t>XMLサイトマップつくる。GSCで送信</w:t>
      </w:r>
    </w:p>
    <w:p w14:paraId="3A29DD9A" w14:textId="5730F710" w:rsidR="00B20390" w:rsidRDefault="00B20390" w:rsidP="00FC083B">
      <w:pPr>
        <w:rPr>
          <w:rFonts w:ascii="游ゴシック Medium" w:eastAsia="游ゴシック Medium" w:hAnsi="游ゴシック Medium"/>
          <w:sz w:val="28"/>
          <w:szCs w:val="28"/>
          <w:lang w:val="ja-JP"/>
        </w:rPr>
      </w:pPr>
    </w:p>
    <w:p w14:paraId="2D813CA0" w14:textId="3CFB44B3" w:rsidR="004E7240"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・3クリック</w:t>
      </w:r>
      <w:r w:rsidR="004E7240" w:rsidRPr="004E7240">
        <w:rPr>
          <w:rFonts w:ascii="游ゴシック Medium" w:eastAsia="游ゴシック Medium" w:hAnsi="游ゴシック Medium" w:hint="eastAsia"/>
          <w:sz w:val="40"/>
          <w:szCs w:val="40"/>
          <w:lang w:val="ja-JP"/>
        </w:rPr>
        <w:t>で全ページに</w:t>
      </w:r>
    </w:p>
    <w:p w14:paraId="1A07D847" w14:textId="630F0FB1" w:rsidR="00FC083B" w:rsidRPr="004E7240" w:rsidRDefault="004E7240" w:rsidP="004E7240">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３クリック</w:t>
      </w:r>
      <w:r w:rsidR="00FC083B" w:rsidRPr="004E7240">
        <w:rPr>
          <w:rFonts w:ascii="游ゴシック Medium" w:eastAsia="游ゴシック Medium" w:hAnsi="游ゴシック Medium" w:hint="eastAsia"/>
          <w:sz w:val="28"/>
          <w:szCs w:val="28"/>
          <w:lang w:val="ja-JP"/>
        </w:rPr>
        <w:t>以内で全てのページにいけるように</w:t>
      </w:r>
    </w:p>
    <w:p w14:paraId="45EAB8BA" w14:textId="77777777" w:rsidR="002E320E" w:rsidRPr="004E7240" w:rsidRDefault="002E320E" w:rsidP="00FC083B">
      <w:pPr>
        <w:rPr>
          <w:rFonts w:ascii="游ゴシック Medium" w:eastAsia="游ゴシック Medium" w:hAnsi="游ゴシック Medium"/>
          <w:sz w:val="28"/>
          <w:szCs w:val="28"/>
          <w:lang w:val="ja-JP"/>
        </w:rPr>
      </w:pPr>
    </w:p>
    <w:p w14:paraId="70378869" w14:textId="77777777" w:rsidR="004E7240" w:rsidRPr="004E7240" w:rsidRDefault="002E320E"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・パンくずでリンク構造を示す</w:t>
      </w:r>
    </w:p>
    <w:p w14:paraId="5BA4A31E" w14:textId="4FF76BBB" w:rsidR="002E320E" w:rsidRPr="004E7240" w:rsidRDefault="004E7240" w:rsidP="004E7240">
      <w:pPr>
        <w:ind w:firstLineChars="100" w:firstLine="280"/>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パンくずが</w:t>
      </w:r>
      <w:r w:rsidR="002E320E" w:rsidRPr="004E7240">
        <w:rPr>
          <w:rFonts w:ascii="游ゴシック Medium" w:eastAsia="游ゴシック Medium" w:hAnsi="游ゴシック Medium" w:hint="eastAsia"/>
          <w:sz w:val="28"/>
          <w:szCs w:val="28"/>
          <w:lang w:val="ja-JP"/>
        </w:rPr>
        <w:t>セオリー</w:t>
      </w:r>
      <w:r>
        <w:rPr>
          <w:rFonts w:ascii="游ゴシック Medium" w:eastAsia="游ゴシック Medium" w:hAnsi="游ゴシック Medium" w:hint="eastAsia"/>
          <w:sz w:val="28"/>
          <w:szCs w:val="28"/>
          <w:lang w:val="ja-JP"/>
        </w:rPr>
        <w:t>。</w:t>
      </w:r>
      <w:r w:rsidR="002E320E" w:rsidRPr="004E7240">
        <w:rPr>
          <w:rFonts w:ascii="游ゴシック Medium" w:eastAsia="游ゴシック Medium" w:hAnsi="游ゴシック Medium" w:hint="eastAsia"/>
          <w:sz w:val="28"/>
          <w:szCs w:val="28"/>
          <w:lang w:val="ja-JP"/>
        </w:rPr>
        <w:t>記事・カテゴリの親子関係</w:t>
      </w:r>
    </w:p>
    <w:p w14:paraId="10202F55" w14:textId="77777777" w:rsidR="00FC083B" w:rsidRPr="004E7240" w:rsidRDefault="00FC083B" w:rsidP="00FC083B">
      <w:pPr>
        <w:rPr>
          <w:rFonts w:ascii="游ゴシック Medium" w:eastAsia="游ゴシック Medium" w:hAnsi="游ゴシック Medium"/>
          <w:sz w:val="28"/>
          <w:szCs w:val="28"/>
          <w:lang w:val="ja-JP"/>
        </w:rPr>
      </w:pPr>
    </w:p>
    <w:p w14:paraId="3DEA9E3B" w14:textId="5D7C99AB"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・ｈタグ</w:t>
      </w:r>
    </w:p>
    <w:p w14:paraId="6CC51B04" w14:textId="77777777"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1.2.3.4といった順序が逆にならないようにする。</w:t>
      </w:r>
    </w:p>
    <w:p w14:paraId="60AA63A2" w14:textId="77777777"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lastRenderedPageBreak/>
        <w:t xml:space="preserve">　1→2→3→3→3　のような並列はOK</w:t>
      </w:r>
    </w:p>
    <w:p w14:paraId="03BD2F5F" w14:textId="6BE4618F"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同じ中身のHタグが複数ないようにする。</w:t>
      </w:r>
    </w:p>
    <w:p w14:paraId="337F931A" w14:textId="312130E3" w:rsidR="00B5144C" w:rsidRPr="004E7240" w:rsidRDefault="00B5144C"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w:t>
      </w:r>
      <w:r w:rsidR="006B146A" w:rsidRPr="004E7240">
        <w:rPr>
          <w:rFonts w:ascii="游ゴシック Medium" w:eastAsia="游ゴシック Medium" w:hAnsi="游ゴシック Medium" w:hint="eastAsia"/>
          <w:sz w:val="28"/>
          <w:szCs w:val="28"/>
          <w:lang w:val="ja-JP"/>
        </w:rPr>
        <w:t>ターゲット</w:t>
      </w:r>
      <w:r w:rsidRPr="004E7240">
        <w:rPr>
          <w:rFonts w:ascii="游ゴシック Medium" w:eastAsia="游ゴシック Medium" w:hAnsi="游ゴシック Medium" w:hint="eastAsia"/>
          <w:sz w:val="28"/>
          <w:szCs w:val="28"/>
          <w:lang w:val="ja-JP"/>
        </w:rPr>
        <w:t>キーワードを見出しにタグに入れたい</w:t>
      </w:r>
    </w:p>
    <w:p w14:paraId="73EE86B2" w14:textId="77777777" w:rsidR="00541E15" w:rsidRPr="004E7240" w:rsidRDefault="00541E15" w:rsidP="00FC083B">
      <w:pPr>
        <w:rPr>
          <w:rFonts w:ascii="游ゴシック Medium" w:eastAsia="游ゴシック Medium" w:hAnsi="游ゴシック Medium"/>
          <w:sz w:val="28"/>
          <w:szCs w:val="28"/>
          <w:lang w:val="ja-JP"/>
        </w:rPr>
      </w:pPr>
    </w:p>
    <w:p w14:paraId="20C3894C" w14:textId="77777777"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・キーワード出現　率と量</w:t>
      </w:r>
    </w:p>
    <w:p w14:paraId="49E7800C" w14:textId="20B2533A"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あまり意識しすぎないでもいいが、極端に少ないと、SEOで不利になる。</w:t>
      </w:r>
    </w:p>
    <w:p w14:paraId="742F9595" w14:textId="77777777" w:rsidR="00541E15" w:rsidRPr="004E7240" w:rsidRDefault="00541E15" w:rsidP="00FC083B">
      <w:pPr>
        <w:rPr>
          <w:rFonts w:ascii="游ゴシック Medium" w:eastAsia="游ゴシック Medium" w:hAnsi="游ゴシック Medium"/>
          <w:sz w:val="28"/>
          <w:szCs w:val="28"/>
          <w:lang w:val="ja-JP"/>
        </w:rPr>
      </w:pPr>
    </w:p>
    <w:p w14:paraId="39CA38F5" w14:textId="69745E4A"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・共起語</w:t>
      </w:r>
      <w:r w:rsidR="00AE6A2B">
        <w:rPr>
          <w:rFonts w:ascii="游ゴシック Medium" w:eastAsia="游ゴシック Medium" w:hAnsi="游ゴシック Medium" w:hint="eastAsia"/>
          <w:sz w:val="40"/>
          <w:szCs w:val="40"/>
          <w:lang w:val="ja-JP"/>
        </w:rPr>
        <w:t>を入れる・増やす</w:t>
      </w:r>
    </w:p>
    <w:p w14:paraId="7AB8D8D7" w14:textId="001643ED" w:rsidR="00B20390" w:rsidRPr="004E7240" w:rsidRDefault="00FC083B" w:rsidP="00FC083B">
      <w:pPr>
        <w:rPr>
          <w:rFonts w:ascii="游ゴシック Medium" w:eastAsia="游ゴシック Medium" w:hAnsi="游ゴシック Medium" w:hint="eastAsia"/>
          <w:sz w:val="28"/>
          <w:szCs w:val="28"/>
          <w:lang w:val="ja-JP"/>
        </w:rPr>
      </w:pPr>
      <w:r w:rsidRPr="004E7240">
        <w:rPr>
          <w:rFonts w:ascii="游ゴシック Medium" w:eastAsia="游ゴシック Medium" w:hAnsi="游ゴシック Medium" w:hint="eastAsia"/>
          <w:sz w:val="28"/>
          <w:szCs w:val="28"/>
          <w:lang w:val="ja-JP"/>
        </w:rPr>
        <w:t xml:space="preserve">　頻繁に同時に使われる「別の単語」のこと。</w:t>
      </w:r>
      <w:r w:rsidR="00B20390">
        <w:rPr>
          <w:rFonts w:ascii="游ゴシック Medium" w:eastAsia="游ゴシック Medium" w:hAnsi="游ゴシック Medium" w:hint="eastAsia"/>
          <w:sz w:val="28"/>
          <w:szCs w:val="28"/>
          <w:lang w:val="ja-JP"/>
        </w:rPr>
        <w:t>できるだけ自然に入れる。</w:t>
      </w:r>
    </w:p>
    <w:p w14:paraId="3B7EE725" w14:textId="2C118E65" w:rsidR="00541E15" w:rsidRDefault="00541E15" w:rsidP="00FC083B">
      <w:pPr>
        <w:rPr>
          <w:rFonts w:ascii="游ゴシック Medium" w:eastAsia="游ゴシック Medium" w:hAnsi="游ゴシック Medium"/>
          <w:sz w:val="28"/>
          <w:szCs w:val="28"/>
          <w:lang w:val="ja-JP"/>
        </w:rPr>
      </w:pPr>
    </w:p>
    <w:p w14:paraId="6347C788" w14:textId="2BA9A47E"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・記事の定義</w:t>
      </w:r>
      <w:r w:rsidR="004E7240" w:rsidRPr="004E7240">
        <w:rPr>
          <w:rFonts w:ascii="游ゴシック Medium" w:eastAsia="游ゴシック Medium" w:hAnsi="游ゴシック Medium" w:hint="eastAsia"/>
          <w:sz w:val="40"/>
          <w:szCs w:val="40"/>
          <w:lang w:val="ja-JP"/>
        </w:rPr>
        <w:t>を行う</w:t>
      </w:r>
    </w:p>
    <w:p w14:paraId="53BE9E85" w14:textId="3D419FBE"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「大阪　脱毛サロン」と検索した人は、「大阪市」のことか「大阪府」のことか「大阪駅周辺」のことが知りたいのか不明なので、該当記事ではどのことかを定義して記載しておく。</w:t>
      </w:r>
    </w:p>
    <w:p w14:paraId="199A0216" w14:textId="79711601" w:rsidR="00541E15" w:rsidRPr="004E7240" w:rsidRDefault="00541E15"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検索意図に合わせて網羅か定義決める。</w:t>
      </w:r>
    </w:p>
    <w:p w14:paraId="6BFB4B70" w14:textId="77777777" w:rsidR="00541E15" w:rsidRPr="004E7240" w:rsidRDefault="00541E15" w:rsidP="00FC083B">
      <w:pPr>
        <w:rPr>
          <w:rFonts w:ascii="游ゴシック Medium" w:eastAsia="游ゴシック Medium" w:hAnsi="游ゴシック Medium"/>
          <w:sz w:val="28"/>
          <w:szCs w:val="28"/>
          <w:lang w:val="ja-JP"/>
        </w:rPr>
      </w:pPr>
    </w:p>
    <w:p w14:paraId="50E2F577" w14:textId="52A53365" w:rsidR="004E7240"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w:t>
      </w:r>
      <w:r w:rsidR="00AE6A2B">
        <w:rPr>
          <w:rFonts w:ascii="游ゴシック Medium" w:eastAsia="游ゴシック Medium" w:hAnsi="游ゴシック Medium" w:hint="eastAsia"/>
          <w:sz w:val="40"/>
          <w:szCs w:val="40"/>
          <w:lang w:val="ja-JP"/>
        </w:rPr>
        <w:t>ユーザーを想像</w:t>
      </w:r>
      <w:r w:rsidRPr="004E7240">
        <w:rPr>
          <w:rFonts w:ascii="游ゴシック Medium" w:eastAsia="游ゴシック Medium" w:hAnsi="游ゴシック Medium" w:hint="eastAsia"/>
          <w:sz w:val="40"/>
          <w:szCs w:val="40"/>
          <w:lang w:val="ja-JP"/>
        </w:rPr>
        <w:t>する</w:t>
      </w:r>
    </w:p>
    <w:p w14:paraId="34A77BEA" w14:textId="684241CB"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lastRenderedPageBreak/>
        <w:t xml:space="preserve">　</w:t>
      </w:r>
      <w:r w:rsidR="00F70BBA" w:rsidRPr="004E7240">
        <w:rPr>
          <w:rFonts w:ascii="游ゴシック Medium" w:eastAsia="游ゴシック Medium" w:hAnsi="游ゴシック Medium" w:hint="eastAsia"/>
          <w:sz w:val="28"/>
          <w:szCs w:val="28"/>
          <w:lang w:val="ja-JP"/>
        </w:rPr>
        <w:t>想定するユーザーの「わざわざ検索した理由を考える。」「映像を思い浮かべる」「本当の目的を考える」</w:t>
      </w:r>
    </w:p>
    <w:p w14:paraId="2271FD9E" w14:textId="77777777" w:rsidR="00541E15" w:rsidRPr="004E7240" w:rsidRDefault="00541E15" w:rsidP="00FC083B">
      <w:pPr>
        <w:rPr>
          <w:rFonts w:ascii="游ゴシック Medium" w:eastAsia="游ゴシック Medium" w:hAnsi="游ゴシック Medium"/>
          <w:sz w:val="28"/>
          <w:szCs w:val="28"/>
          <w:lang w:val="ja-JP"/>
        </w:rPr>
      </w:pPr>
    </w:p>
    <w:p w14:paraId="18499488" w14:textId="79D3EFD8"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・オリジナリティ</w:t>
      </w:r>
    </w:p>
    <w:p w14:paraId="59D3D4AF" w14:textId="77777777"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オリジナルのコンテンツが好まれる。逆にリライトのようなコンテンツは低評価。コピーなら時間の問題で検索ンエンジンからペナルティをうける。</w:t>
      </w:r>
    </w:p>
    <w:p w14:paraId="55FBF061" w14:textId="77777777" w:rsidR="00541E15" w:rsidRPr="004E7240" w:rsidRDefault="00541E15" w:rsidP="00FC083B">
      <w:pPr>
        <w:rPr>
          <w:rFonts w:ascii="游ゴシック Medium" w:eastAsia="游ゴシック Medium" w:hAnsi="游ゴシック Medium"/>
          <w:sz w:val="28"/>
          <w:szCs w:val="28"/>
          <w:lang w:val="ja-JP"/>
        </w:rPr>
      </w:pPr>
    </w:p>
    <w:p w14:paraId="2E932F04" w14:textId="0A1B5797"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・専門性</w:t>
      </w:r>
    </w:p>
    <w:p w14:paraId="3A557CA9" w14:textId="3378D6B1"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ジェネラル（一般的）よりスペシャル（特殊・特化）。専門的なコンテンツが評価されやすくなってきている。学術的単語や関連書籍に含まれるような単語。</w:t>
      </w:r>
      <w:r w:rsidR="00AE6A2B">
        <w:rPr>
          <w:rFonts w:ascii="游ゴシック Medium" w:eastAsia="游ゴシック Medium" w:hAnsi="游ゴシック Medium" w:hint="eastAsia"/>
          <w:sz w:val="28"/>
          <w:szCs w:val="28"/>
          <w:lang w:val="ja-JP"/>
        </w:rPr>
        <w:t>公的機関・大学などから引用＆発リンク</w:t>
      </w:r>
    </w:p>
    <w:p w14:paraId="2489F55B" w14:textId="4C53DC8F" w:rsidR="00541E15" w:rsidRDefault="00541E15" w:rsidP="00FC083B">
      <w:pPr>
        <w:rPr>
          <w:rFonts w:ascii="游ゴシック Medium" w:eastAsia="游ゴシック Medium" w:hAnsi="游ゴシック Medium"/>
          <w:sz w:val="28"/>
          <w:szCs w:val="28"/>
          <w:lang w:val="ja-JP"/>
        </w:rPr>
      </w:pPr>
    </w:p>
    <w:p w14:paraId="35DDEDB5" w14:textId="77777777" w:rsidR="00713689" w:rsidRPr="00210734" w:rsidRDefault="00713689" w:rsidP="00713689">
      <w:pPr>
        <w:rPr>
          <w:rFonts w:ascii="游ゴシック Medium" w:eastAsia="游ゴシック Medium" w:hAnsi="游ゴシック Medium"/>
          <w:sz w:val="40"/>
          <w:szCs w:val="40"/>
          <w:lang w:val="ja-JP"/>
        </w:rPr>
      </w:pPr>
      <w:r w:rsidRPr="00210734">
        <w:rPr>
          <w:rFonts w:ascii="游ゴシック Medium" w:eastAsia="游ゴシック Medium" w:hAnsi="游ゴシック Medium" w:hint="eastAsia"/>
          <w:sz w:val="40"/>
          <w:szCs w:val="40"/>
          <w:lang w:val="ja-JP"/>
        </w:rPr>
        <w:t>・テキストコンテンツはいまだに必須</w:t>
      </w:r>
    </w:p>
    <w:p w14:paraId="1DF51298" w14:textId="77777777" w:rsidR="00713689" w:rsidRPr="004E7240" w:rsidRDefault="00713689" w:rsidP="00713689">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w:t>
      </w:r>
      <w:r w:rsidRPr="004E7240">
        <w:rPr>
          <w:rFonts w:ascii="游ゴシック Medium" w:eastAsia="游ゴシック Medium" w:hAnsi="游ゴシック Medium"/>
          <w:sz w:val="28"/>
          <w:szCs w:val="28"/>
          <w:lang w:val="ja-JP"/>
        </w:rPr>
        <w:t>G</w:t>
      </w:r>
      <w:r w:rsidRPr="004E7240">
        <w:rPr>
          <w:rFonts w:ascii="游ゴシック Medium" w:eastAsia="游ゴシック Medium" w:hAnsi="游ゴシック Medium" w:hint="eastAsia"/>
          <w:sz w:val="28"/>
          <w:szCs w:val="28"/>
          <w:lang w:val="ja-JP"/>
        </w:rPr>
        <w:t>oogleにとって「単語」は収集しやすい情報なので、画像や動画だけだと弱いケースあり</w:t>
      </w:r>
    </w:p>
    <w:p w14:paraId="3A44C38A" w14:textId="77777777" w:rsidR="00713689" w:rsidRDefault="00713689" w:rsidP="00FC083B">
      <w:pPr>
        <w:rPr>
          <w:rFonts w:ascii="游ゴシック Medium" w:eastAsia="游ゴシック Medium" w:hAnsi="游ゴシック Medium"/>
          <w:sz w:val="28"/>
          <w:szCs w:val="28"/>
          <w:lang w:val="ja-JP"/>
        </w:rPr>
      </w:pPr>
    </w:p>
    <w:p w14:paraId="648B1585" w14:textId="77777777" w:rsidR="00713689" w:rsidRPr="004E7240" w:rsidRDefault="00713689" w:rsidP="00713689">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・低品質コンテンツをなくす</w:t>
      </w:r>
    </w:p>
    <w:p w14:paraId="46C56BDA" w14:textId="77777777" w:rsidR="00713689" w:rsidRPr="004E7240" w:rsidRDefault="00713689" w:rsidP="00713689">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コンテンツが極端に少ないページや独自性のないページ（他のページと内容が被りすぎているページ）は削除や</w:t>
      </w:r>
      <w:r>
        <w:rPr>
          <w:rFonts w:ascii="游ゴシック Medium" w:eastAsia="游ゴシック Medium" w:hAnsi="游ゴシック Medium" w:hint="eastAsia"/>
          <w:sz w:val="28"/>
          <w:szCs w:val="28"/>
          <w:lang w:val="ja-JP"/>
        </w:rPr>
        <w:t>noindex</w:t>
      </w:r>
      <w:r>
        <w:rPr>
          <w:rFonts w:ascii="游ゴシック Medium" w:eastAsia="游ゴシック Medium" w:hAnsi="游ゴシック Medium"/>
          <w:sz w:val="28"/>
          <w:szCs w:val="28"/>
          <w:lang w:val="ja-JP"/>
        </w:rPr>
        <w:t xml:space="preserve"> </w:t>
      </w:r>
      <w:r w:rsidRPr="004E7240">
        <w:rPr>
          <w:rFonts w:ascii="游ゴシック Medium" w:eastAsia="游ゴシック Medium" w:hAnsi="游ゴシック Medium" w:hint="eastAsia"/>
          <w:sz w:val="28"/>
          <w:szCs w:val="28"/>
          <w:lang w:val="ja-JP"/>
        </w:rPr>
        <w:t>n</w:t>
      </w:r>
      <w:r w:rsidRPr="004E7240">
        <w:rPr>
          <w:rFonts w:ascii="游ゴシック Medium" w:eastAsia="游ゴシック Medium" w:hAnsi="游ゴシック Medium"/>
          <w:sz w:val="28"/>
          <w:szCs w:val="28"/>
          <w:lang w:val="ja-JP"/>
        </w:rPr>
        <w:t>ofollow</w:t>
      </w:r>
      <w:r w:rsidRPr="004E7240">
        <w:rPr>
          <w:rFonts w:ascii="游ゴシック Medium" w:eastAsia="游ゴシック Medium" w:hAnsi="游ゴシック Medium" w:hint="eastAsia"/>
          <w:sz w:val="28"/>
          <w:szCs w:val="28"/>
          <w:lang w:val="ja-JP"/>
        </w:rPr>
        <w:t>化を検討。</w:t>
      </w:r>
    </w:p>
    <w:p w14:paraId="64358958" w14:textId="77777777" w:rsidR="00713689" w:rsidRPr="004E7240" w:rsidRDefault="00713689" w:rsidP="00713689">
      <w:pPr>
        <w:rPr>
          <w:rFonts w:ascii="游ゴシック Medium" w:eastAsia="游ゴシック Medium" w:hAnsi="游ゴシック Medium"/>
          <w:sz w:val="28"/>
          <w:szCs w:val="28"/>
          <w:lang w:val="ja-JP"/>
        </w:rPr>
      </w:pPr>
    </w:p>
    <w:p w14:paraId="74E2D0AE" w14:textId="77777777" w:rsidR="00713689" w:rsidRPr="004E7240" w:rsidRDefault="00713689" w:rsidP="00713689">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・重複をなくす</w:t>
      </w:r>
    </w:p>
    <w:p w14:paraId="3C6C89A3" w14:textId="77777777" w:rsidR="00713689" w:rsidRDefault="00713689" w:rsidP="00713689">
      <w:pPr>
        <w:rPr>
          <w:rFonts w:ascii="游ゴシック Medium" w:eastAsia="游ゴシック Medium" w:hAnsi="游ゴシック Medium"/>
          <w:sz w:val="28"/>
          <w:szCs w:val="28"/>
          <w:lang w:val="ja-JP"/>
        </w:rPr>
      </w:pPr>
      <w:r>
        <w:rPr>
          <w:rFonts w:ascii="游ゴシック Medium" w:eastAsia="游ゴシック Medium" w:hAnsi="游ゴシック Medium" w:hint="eastAsia"/>
          <w:sz w:val="28"/>
          <w:szCs w:val="28"/>
          <w:lang w:val="ja-JP"/>
        </w:rPr>
        <w:t xml:space="preserve">　重複してしまっている場合は、一方の削除やリダイレクトでのまとめ、カノニカルでの整理が必要。</w:t>
      </w:r>
    </w:p>
    <w:p w14:paraId="58304781" w14:textId="77777777" w:rsidR="00713689" w:rsidRPr="004E7240" w:rsidRDefault="00713689" w:rsidP="00713689">
      <w:pPr>
        <w:rPr>
          <w:rFonts w:ascii="游ゴシック Medium" w:eastAsia="游ゴシック Medium" w:hAnsi="游ゴシック Medium"/>
          <w:sz w:val="28"/>
          <w:szCs w:val="28"/>
          <w:lang w:val="ja-JP"/>
        </w:rPr>
      </w:pPr>
    </w:p>
    <w:p w14:paraId="4F3405B1" w14:textId="0EE3A4CB" w:rsidR="00713689" w:rsidRPr="00210734" w:rsidRDefault="00713689" w:rsidP="00713689">
      <w:pPr>
        <w:rPr>
          <w:rFonts w:ascii="游ゴシック Medium" w:eastAsia="游ゴシック Medium" w:hAnsi="游ゴシック Medium"/>
          <w:sz w:val="40"/>
          <w:szCs w:val="40"/>
          <w:lang w:val="ja-JP"/>
        </w:rPr>
      </w:pPr>
      <w:r w:rsidRPr="00210734">
        <w:rPr>
          <w:rFonts w:ascii="游ゴシック Medium" w:eastAsia="游ゴシック Medium" w:hAnsi="游ゴシック Medium" w:hint="eastAsia"/>
          <w:sz w:val="40"/>
          <w:szCs w:val="40"/>
          <w:lang w:val="ja-JP"/>
        </w:rPr>
        <w:t>・減点法のクエリあり</w:t>
      </w:r>
    </w:p>
    <w:p w14:paraId="19CB2B5F" w14:textId="77777777" w:rsidR="00713689" w:rsidRPr="004E7240" w:rsidRDefault="00713689" w:rsidP="00713689">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医療健康などのワードでみられる</w:t>
      </w:r>
    </w:p>
    <w:p w14:paraId="74D9D9F2" w14:textId="77777777" w:rsidR="00713689" w:rsidRPr="004E7240" w:rsidRDefault="00713689" w:rsidP="00FC083B">
      <w:pPr>
        <w:rPr>
          <w:rFonts w:ascii="游ゴシック Medium" w:eastAsia="游ゴシック Medium" w:hAnsi="游ゴシック Medium"/>
          <w:sz w:val="28"/>
          <w:szCs w:val="28"/>
          <w:lang w:val="ja-JP"/>
        </w:rPr>
      </w:pPr>
    </w:p>
    <w:p w14:paraId="7C9C308A" w14:textId="77777777"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・広告の量　割合</w:t>
      </w:r>
    </w:p>
    <w:p w14:paraId="433F65C9" w14:textId="498C9B61" w:rsidR="00541E15"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アフィリリンクなど広告の割合が多すぎるサイトはそうじて低評価に</w:t>
      </w:r>
    </w:p>
    <w:p w14:paraId="3231BA19" w14:textId="77777777" w:rsidR="00541E15" w:rsidRPr="004E7240" w:rsidRDefault="00541E15" w:rsidP="00FC083B">
      <w:pPr>
        <w:rPr>
          <w:rFonts w:ascii="游ゴシック Medium" w:eastAsia="游ゴシック Medium" w:hAnsi="游ゴシック Medium"/>
          <w:sz w:val="28"/>
          <w:szCs w:val="28"/>
          <w:lang w:val="ja-JP"/>
        </w:rPr>
      </w:pPr>
    </w:p>
    <w:p w14:paraId="4FD6A1FE" w14:textId="347A7883"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・内部リンク</w:t>
      </w:r>
    </w:p>
    <w:p w14:paraId="13E347FB" w14:textId="25191753" w:rsidR="009A31D2"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w:t>
      </w:r>
      <w:r w:rsidR="009A31D2">
        <w:rPr>
          <w:rFonts w:ascii="游ゴシック Medium" w:eastAsia="游ゴシック Medium" w:hAnsi="游ゴシック Medium" w:hint="eastAsia"/>
          <w:sz w:val="28"/>
          <w:szCs w:val="28"/>
          <w:lang w:val="ja-JP"/>
        </w:rPr>
        <w:t>上位にあげたいページへ内部リンクを増やすのも有効なケースあり。</w:t>
      </w:r>
    </w:p>
    <w:p w14:paraId="3452F602" w14:textId="7CC104D5" w:rsidR="009A31D2" w:rsidRDefault="00FC083B" w:rsidP="009A31D2">
      <w:pPr>
        <w:ind w:firstLineChars="100" w:firstLine="280"/>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アンカーテキストも大事。</w:t>
      </w:r>
    </w:p>
    <w:p w14:paraId="781169A8" w14:textId="52E19D0E" w:rsidR="00FC083B" w:rsidRPr="004E7240" w:rsidRDefault="00BC180C" w:rsidP="009A31D2">
      <w:pPr>
        <w:ind w:firstLineChars="100" w:firstLine="280"/>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別ページに飛ばすのに</w:t>
      </w:r>
      <w:r w:rsidR="00541E15" w:rsidRPr="004E7240">
        <w:rPr>
          <w:rFonts w:ascii="游ゴシック Medium" w:eastAsia="游ゴシック Medium" w:hAnsi="游ゴシック Medium" w:hint="eastAsia"/>
          <w:sz w:val="28"/>
          <w:szCs w:val="28"/>
          <w:lang w:val="ja-JP"/>
        </w:rPr>
        <w:t>似たようなアンカーテキストにしないこと。</w:t>
      </w:r>
      <w:r w:rsidR="00FC083B" w:rsidRPr="004E7240">
        <w:rPr>
          <w:rFonts w:ascii="游ゴシック Medium" w:eastAsia="游ゴシック Medium" w:hAnsi="游ゴシック Medium" w:hint="eastAsia"/>
          <w:sz w:val="28"/>
          <w:szCs w:val="28"/>
          <w:lang w:val="ja-JP"/>
        </w:rPr>
        <w:t xml:space="preserve">　※キーワード入れすぎ注意</w:t>
      </w:r>
      <w:r w:rsidR="00541E15" w:rsidRPr="004E7240">
        <w:rPr>
          <w:rFonts w:ascii="游ゴシック Medium" w:eastAsia="游ゴシック Medium" w:hAnsi="游ゴシック Medium" w:hint="eastAsia"/>
          <w:sz w:val="28"/>
          <w:szCs w:val="28"/>
          <w:lang w:val="ja-JP"/>
        </w:rPr>
        <w:t xml:space="preserve">　</w:t>
      </w:r>
    </w:p>
    <w:p w14:paraId="47AC64E1" w14:textId="77777777" w:rsidR="00541E15" w:rsidRPr="004E7240" w:rsidRDefault="00541E15" w:rsidP="00FC083B">
      <w:pPr>
        <w:rPr>
          <w:rFonts w:ascii="游ゴシック Medium" w:eastAsia="游ゴシック Medium" w:hAnsi="游ゴシック Medium"/>
          <w:sz w:val="28"/>
          <w:szCs w:val="28"/>
          <w:lang w:val="ja-JP"/>
        </w:rPr>
      </w:pPr>
    </w:p>
    <w:p w14:paraId="4F0F50CF" w14:textId="77777777" w:rsidR="00FC083B" w:rsidRPr="004E7240" w:rsidRDefault="00FC083B" w:rsidP="00FC083B">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・速度は速く、軽く</w:t>
      </w:r>
    </w:p>
    <w:p w14:paraId="0AF273DA" w14:textId="1777390B" w:rsidR="00FC083B" w:rsidRPr="004E7240" w:rsidRDefault="00FC083B" w:rsidP="00FC083B">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lastRenderedPageBreak/>
        <w:t xml:space="preserve">　ページの表示速度も評価基準のひとつ。</w:t>
      </w:r>
      <w:r w:rsidR="00541E15" w:rsidRPr="004E7240">
        <w:rPr>
          <w:rFonts w:ascii="游ゴシック Medium" w:eastAsia="游ゴシック Medium" w:hAnsi="游ゴシック Medium" w:hint="eastAsia"/>
          <w:sz w:val="28"/>
          <w:szCs w:val="28"/>
          <w:lang w:val="ja-JP"/>
        </w:rPr>
        <w:t>SNSボタン</w:t>
      </w:r>
      <w:r w:rsidR="009A31D2">
        <w:rPr>
          <w:rFonts w:ascii="游ゴシック Medium" w:eastAsia="游ゴシック Medium" w:hAnsi="游ゴシック Medium" w:hint="eastAsia"/>
          <w:sz w:val="28"/>
          <w:szCs w:val="28"/>
          <w:lang w:val="ja-JP"/>
        </w:rPr>
        <w:t>は</w:t>
      </w:r>
      <w:r w:rsidR="00541E15" w:rsidRPr="004E7240">
        <w:rPr>
          <w:rFonts w:ascii="游ゴシック Medium" w:eastAsia="游ゴシック Medium" w:hAnsi="游ゴシック Medium" w:hint="eastAsia"/>
          <w:sz w:val="28"/>
          <w:szCs w:val="28"/>
          <w:lang w:val="ja-JP"/>
        </w:rPr>
        <w:t>重いこと多</w:t>
      </w:r>
      <w:r w:rsidR="006C317C">
        <w:rPr>
          <w:rFonts w:ascii="游ゴシック Medium" w:eastAsia="游ゴシック Medium" w:hAnsi="游ゴシック Medium" w:hint="eastAsia"/>
          <w:sz w:val="28"/>
          <w:szCs w:val="28"/>
          <w:lang w:val="ja-JP"/>
        </w:rPr>
        <w:t>く注意必要</w:t>
      </w:r>
      <w:r w:rsidR="00541E15" w:rsidRPr="004E7240">
        <w:rPr>
          <w:rFonts w:ascii="游ゴシック Medium" w:eastAsia="游ゴシック Medium" w:hAnsi="游ゴシック Medium" w:hint="eastAsia"/>
          <w:sz w:val="28"/>
          <w:szCs w:val="28"/>
          <w:lang w:val="ja-JP"/>
        </w:rPr>
        <w:t>。</w:t>
      </w:r>
    </w:p>
    <w:p w14:paraId="74DFA84A" w14:textId="77777777" w:rsidR="00541E15" w:rsidRPr="004E7240" w:rsidRDefault="00541E15" w:rsidP="008A1108">
      <w:pPr>
        <w:rPr>
          <w:rFonts w:ascii="游ゴシック Medium" w:eastAsia="游ゴシック Medium" w:hAnsi="游ゴシック Medium"/>
          <w:sz w:val="28"/>
          <w:szCs w:val="28"/>
          <w:lang w:val="ja-JP"/>
        </w:rPr>
      </w:pPr>
    </w:p>
    <w:p w14:paraId="5A1500C4" w14:textId="19D93263" w:rsidR="00A8556D" w:rsidRPr="004E7240" w:rsidRDefault="00A8556D" w:rsidP="008A1108">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・検索以外からの流入も注力</w:t>
      </w:r>
    </w:p>
    <w:p w14:paraId="3C6EBBAF" w14:textId="7970D8B4" w:rsidR="00A8556D" w:rsidRPr="004E7240" w:rsidRDefault="00A8556D"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SNSより被リンクからの回遊がいい。</w:t>
      </w:r>
    </w:p>
    <w:p w14:paraId="793679C2" w14:textId="517C2118" w:rsidR="00A8556D" w:rsidRPr="004E7240" w:rsidRDefault="00A8556D"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被リンクからも人を動かす。</w:t>
      </w:r>
    </w:p>
    <w:p w14:paraId="220E8789" w14:textId="1F275614" w:rsidR="00B5144C" w:rsidRPr="004E7240" w:rsidRDefault="00B5144C"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人が動くならSNSからのアクセス</w:t>
      </w:r>
      <w:r w:rsidR="009A31D2">
        <w:rPr>
          <w:rFonts w:ascii="游ゴシック Medium" w:eastAsia="游ゴシック Medium" w:hAnsi="游ゴシック Medium" w:hint="eastAsia"/>
          <w:sz w:val="28"/>
          <w:szCs w:val="28"/>
          <w:lang w:val="ja-JP"/>
        </w:rPr>
        <w:t>で</w:t>
      </w:r>
      <w:r w:rsidRPr="004E7240">
        <w:rPr>
          <w:rFonts w:ascii="游ゴシック Medium" w:eastAsia="游ゴシック Medium" w:hAnsi="游ゴシック Medium" w:hint="eastAsia"/>
          <w:sz w:val="28"/>
          <w:szCs w:val="28"/>
          <w:lang w:val="ja-JP"/>
        </w:rPr>
        <w:t>もいい</w:t>
      </w:r>
    </w:p>
    <w:p w14:paraId="27F6EB8A" w14:textId="157F7B1F" w:rsidR="00541E15" w:rsidRPr="004E7240" w:rsidRDefault="00541E15" w:rsidP="008A1108">
      <w:pPr>
        <w:rPr>
          <w:rFonts w:ascii="游ゴシック Medium" w:eastAsia="游ゴシック Medium" w:hAnsi="游ゴシック Medium"/>
          <w:sz w:val="28"/>
          <w:szCs w:val="28"/>
          <w:lang w:val="ja-JP"/>
        </w:rPr>
      </w:pPr>
    </w:p>
    <w:p w14:paraId="56A31DFD" w14:textId="17E9FBCE" w:rsidR="00541E15" w:rsidRPr="004E7240" w:rsidRDefault="00541E15" w:rsidP="008A1108">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・被リンク</w:t>
      </w:r>
    </w:p>
    <w:p w14:paraId="066DCB6E" w14:textId="43EE7CB7" w:rsidR="00541E15" w:rsidRPr="004E7240" w:rsidRDefault="00541E15"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質の高い被リンクのほうがいい。</w:t>
      </w:r>
    </w:p>
    <w:p w14:paraId="2F335BD6" w14:textId="449C49D9" w:rsidR="00901B16" w:rsidRPr="004E7240" w:rsidRDefault="00901B16"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国、都道府県、大学、上場かそれに準ずる企業、市町村、</w:t>
      </w:r>
      <w:r w:rsidR="009A31D2">
        <w:rPr>
          <w:rFonts w:ascii="游ゴシック Medium" w:eastAsia="游ゴシック Medium" w:hAnsi="游ゴシック Medium" w:hint="eastAsia"/>
          <w:sz w:val="28"/>
          <w:szCs w:val="28"/>
          <w:lang w:val="ja-JP"/>
        </w:rPr>
        <w:t>など普通に考えればいい。</w:t>
      </w:r>
    </w:p>
    <w:p w14:paraId="45905BEE" w14:textId="762DB4AB" w:rsidR="00541E15" w:rsidRPr="004E7240" w:rsidRDefault="00541E15"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ノーフォロー</w:t>
      </w:r>
      <w:r w:rsidR="009A31D2">
        <w:rPr>
          <w:rFonts w:ascii="游ゴシック Medium" w:eastAsia="游ゴシック Medium" w:hAnsi="游ゴシック Medium" w:hint="eastAsia"/>
          <w:sz w:val="28"/>
          <w:szCs w:val="28"/>
          <w:lang w:val="ja-JP"/>
        </w:rPr>
        <w:t>リンク</w:t>
      </w:r>
      <w:r w:rsidRPr="004E7240">
        <w:rPr>
          <w:rFonts w:ascii="游ゴシック Medium" w:eastAsia="游ゴシック Medium" w:hAnsi="游ゴシック Medium" w:hint="eastAsia"/>
          <w:sz w:val="28"/>
          <w:szCs w:val="28"/>
          <w:lang w:val="ja-JP"/>
        </w:rPr>
        <w:t>でも人が動くなら効果ある。</w:t>
      </w:r>
    </w:p>
    <w:p w14:paraId="0805BC2B" w14:textId="01CD9C3A" w:rsidR="00BC180C" w:rsidRPr="004E7240" w:rsidRDefault="00BC180C"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差のつきやすい部分</w:t>
      </w:r>
    </w:p>
    <w:p w14:paraId="6DEADC9D" w14:textId="77777777" w:rsidR="00541E15" w:rsidRPr="004E7240" w:rsidRDefault="00541E15" w:rsidP="008A1108">
      <w:pPr>
        <w:rPr>
          <w:rFonts w:ascii="游ゴシック Medium" w:eastAsia="游ゴシック Medium" w:hAnsi="游ゴシック Medium"/>
          <w:sz w:val="28"/>
          <w:szCs w:val="28"/>
          <w:lang w:val="ja-JP"/>
        </w:rPr>
      </w:pPr>
    </w:p>
    <w:p w14:paraId="5D6774CC" w14:textId="5F8CF958" w:rsidR="00F11032" w:rsidRPr="004E7240" w:rsidRDefault="00B5144C" w:rsidP="008A1108">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t>・再訪者</w:t>
      </w:r>
    </w:p>
    <w:p w14:paraId="711A5AD5" w14:textId="5BF075E8" w:rsidR="006B146A" w:rsidRPr="004E7240" w:rsidRDefault="006B146A"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再訪させられるコンテンツもあることが理想</w:t>
      </w:r>
      <w:r w:rsidR="009A31D2">
        <w:rPr>
          <w:rFonts w:ascii="游ゴシック Medium" w:eastAsia="游ゴシック Medium" w:hAnsi="游ゴシック Medium" w:hint="eastAsia"/>
          <w:sz w:val="28"/>
          <w:szCs w:val="28"/>
          <w:lang w:val="ja-JP"/>
        </w:rPr>
        <w:t>。記事だけではほぼ無理。ツールや配布物などが必要。</w:t>
      </w:r>
    </w:p>
    <w:p w14:paraId="3C31628B" w14:textId="615D3461" w:rsidR="00B5144C" w:rsidRPr="004E7240" w:rsidRDefault="00B5144C" w:rsidP="008A1108">
      <w:pPr>
        <w:rPr>
          <w:rFonts w:ascii="游ゴシック Medium" w:eastAsia="游ゴシック Medium" w:hAnsi="游ゴシック Medium"/>
          <w:sz w:val="28"/>
          <w:szCs w:val="28"/>
          <w:lang w:val="ja-JP"/>
        </w:rPr>
      </w:pPr>
    </w:p>
    <w:p w14:paraId="4FAF44C1" w14:textId="708CBF37" w:rsidR="006B146A" w:rsidRPr="004E7240" w:rsidRDefault="006B146A" w:rsidP="008A1108">
      <w:pPr>
        <w:rPr>
          <w:rFonts w:ascii="游ゴシック Medium" w:eastAsia="游ゴシック Medium" w:hAnsi="游ゴシック Medium"/>
          <w:sz w:val="40"/>
          <w:szCs w:val="40"/>
          <w:lang w:val="ja-JP"/>
        </w:rPr>
      </w:pPr>
      <w:r w:rsidRPr="004E7240">
        <w:rPr>
          <w:rFonts w:ascii="游ゴシック Medium" w:eastAsia="游ゴシック Medium" w:hAnsi="游ゴシック Medium" w:hint="eastAsia"/>
          <w:sz w:val="40"/>
          <w:szCs w:val="40"/>
          <w:lang w:val="ja-JP"/>
        </w:rPr>
        <w:lastRenderedPageBreak/>
        <w:t>・サイテーション</w:t>
      </w:r>
    </w:p>
    <w:p w14:paraId="629088E7" w14:textId="0E2AB3F1" w:rsidR="006B146A" w:rsidRPr="004E7240" w:rsidRDefault="006B146A" w:rsidP="008A1108">
      <w:pPr>
        <w:rPr>
          <w:rFonts w:ascii="游ゴシック Medium" w:eastAsia="游ゴシック Medium" w:hAnsi="游ゴシック Medium"/>
          <w:sz w:val="28"/>
          <w:szCs w:val="28"/>
          <w:lang w:val="ja-JP"/>
        </w:rPr>
      </w:pPr>
      <w:r w:rsidRPr="004E7240">
        <w:rPr>
          <w:rFonts w:ascii="游ゴシック Medium" w:eastAsia="游ゴシック Medium" w:hAnsi="游ゴシック Medium" w:hint="eastAsia"/>
          <w:sz w:val="28"/>
          <w:szCs w:val="28"/>
          <w:lang w:val="ja-JP"/>
        </w:rPr>
        <w:t xml:space="preserve">　言及。継続してなされていることに意味がある。</w:t>
      </w:r>
      <w:r w:rsidR="009A31D2">
        <w:rPr>
          <w:rFonts w:ascii="游ゴシック Medium" w:eastAsia="游ゴシック Medium" w:hAnsi="游ゴシック Medium" w:hint="eastAsia"/>
          <w:sz w:val="28"/>
          <w:szCs w:val="28"/>
          <w:lang w:val="ja-JP"/>
        </w:rPr>
        <w:t>継続した運営・営業の証拠。</w:t>
      </w:r>
    </w:p>
    <w:p w14:paraId="1C58A913" w14:textId="77777777" w:rsidR="006B146A" w:rsidRPr="004E7240" w:rsidRDefault="006B146A" w:rsidP="008A1108">
      <w:pPr>
        <w:rPr>
          <w:rFonts w:ascii="游ゴシック Medium" w:eastAsia="游ゴシック Medium" w:hAnsi="游ゴシック Medium"/>
          <w:sz w:val="28"/>
          <w:szCs w:val="28"/>
          <w:lang w:val="ja-JP"/>
        </w:rPr>
      </w:pPr>
    </w:p>
    <w:p w14:paraId="04127DA6" w14:textId="546AEB06" w:rsidR="00E37DE2" w:rsidRPr="004E7240" w:rsidRDefault="00E37DE2" w:rsidP="008A1108">
      <w:pPr>
        <w:rPr>
          <w:rFonts w:ascii="游ゴシック Medium" w:eastAsia="游ゴシック Medium" w:hAnsi="游ゴシック Medium"/>
          <w:sz w:val="28"/>
          <w:szCs w:val="28"/>
          <w:lang w:val="ja-JP"/>
        </w:rPr>
      </w:pPr>
    </w:p>
    <w:p w14:paraId="24C714FB" w14:textId="3A210CCF" w:rsidR="00E37DE2" w:rsidRDefault="00E37DE2" w:rsidP="008A1108">
      <w:pPr>
        <w:rPr>
          <w:rFonts w:ascii="游ゴシック Medium" w:eastAsia="游ゴシック Medium" w:hAnsi="游ゴシック Medium"/>
          <w:sz w:val="28"/>
          <w:szCs w:val="28"/>
          <w:lang w:val="ja-JP"/>
        </w:rPr>
      </w:pPr>
    </w:p>
    <w:p w14:paraId="20F53C50" w14:textId="7B179E1A" w:rsidR="00210734" w:rsidRDefault="00210734" w:rsidP="008A1108">
      <w:pPr>
        <w:rPr>
          <w:rFonts w:ascii="游ゴシック Medium" w:eastAsia="游ゴシック Medium" w:hAnsi="游ゴシック Medium"/>
          <w:sz w:val="28"/>
          <w:szCs w:val="28"/>
          <w:lang w:val="ja-JP"/>
        </w:rPr>
      </w:pPr>
    </w:p>
    <w:p w14:paraId="541951DE" w14:textId="6A668664" w:rsidR="00210734" w:rsidRDefault="00210734" w:rsidP="008A1108">
      <w:pPr>
        <w:rPr>
          <w:rFonts w:ascii="游ゴシック Medium" w:eastAsia="游ゴシック Medium" w:hAnsi="游ゴシック Medium"/>
          <w:sz w:val="28"/>
          <w:szCs w:val="28"/>
          <w:lang w:val="ja-JP"/>
        </w:rPr>
      </w:pPr>
    </w:p>
    <w:p w14:paraId="7A3E94DF" w14:textId="4DE23A74" w:rsidR="00210734" w:rsidRDefault="00210734" w:rsidP="008A1108">
      <w:pPr>
        <w:rPr>
          <w:rFonts w:ascii="游ゴシック Medium" w:eastAsia="游ゴシック Medium" w:hAnsi="游ゴシック Medium"/>
          <w:sz w:val="28"/>
          <w:szCs w:val="28"/>
          <w:lang w:val="ja-JP"/>
        </w:rPr>
      </w:pPr>
    </w:p>
    <w:p w14:paraId="7AE94F53" w14:textId="4E35CBB9" w:rsidR="00210734" w:rsidRDefault="00210734" w:rsidP="008A1108">
      <w:pPr>
        <w:rPr>
          <w:rFonts w:ascii="游ゴシック Medium" w:eastAsia="游ゴシック Medium" w:hAnsi="游ゴシック Medium"/>
          <w:sz w:val="28"/>
          <w:szCs w:val="28"/>
          <w:lang w:val="ja-JP"/>
        </w:rPr>
      </w:pPr>
    </w:p>
    <w:p w14:paraId="00D55918" w14:textId="13C79BE1" w:rsidR="00713689" w:rsidRDefault="00713689" w:rsidP="008A1108">
      <w:pPr>
        <w:rPr>
          <w:rFonts w:ascii="游ゴシック Medium" w:eastAsia="游ゴシック Medium" w:hAnsi="游ゴシック Medium"/>
          <w:sz w:val="28"/>
          <w:szCs w:val="28"/>
          <w:lang w:val="ja-JP"/>
        </w:rPr>
      </w:pPr>
    </w:p>
    <w:p w14:paraId="6BB3B604" w14:textId="685AB465" w:rsidR="00713689" w:rsidRDefault="00713689" w:rsidP="008A1108">
      <w:pPr>
        <w:rPr>
          <w:rFonts w:ascii="游ゴシック Medium" w:eastAsia="游ゴシック Medium" w:hAnsi="游ゴシック Medium"/>
          <w:sz w:val="28"/>
          <w:szCs w:val="28"/>
          <w:lang w:val="ja-JP"/>
        </w:rPr>
      </w:pPr>
    </w:p>
    <w:p w14:paraId="7AC76F5D" w14:textId="50083979" w:rsidR="00713689" w:rsidRDefault="00713689" w:rsidP="008A1108">
      <w:pPr>
        <w:rPr>
          <w:rFonts w:ascii="游ゴシック Medium" w:eastAsia="游ゴシック Medium" w:hAnsi="游ゴシック Medium"/>
          <w:sz w:val="28"/>
          <w:szCs w:val="28"/>
          <w:lang w:val="ja-JP"/>
        </w:rPr>
      </w:pPr>
    </w:p>
    <w:sectPr w:rsidR="0071368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6379" w14:textId="77777777" w:rsidR="002F0C11" w:rsidRDefault="002F0C11" w:rsidP="009773D6">
      <w:pPr>
        <w:spacing w:after="0" w:line="240" w:lineRule="auto"/>
      </w:pPr>
      <w:r>
        <w:separator/>
      </w:r>
    </w:p>
  </w:endnote>
  <w:endnote w:type="continuationSeparator" w:id="0">
    <w:p w14:paraId="4B89285E" w14:textId="77777777" w:rsidR="002F0C11" w:rsidRDefault="002F0C11" w:rsidP="00977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iryo UI">
    <w:panose1 w:val="020B0604030504040204"/>
    <w:charset w:val="80"/>
    <w:family w:val="modern"/>
    <w:pitch w:val="variable"/>
    <w:sig w:usb0="E10102FF" w:usb1="EAC7FFFF" w:usb2="0001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8E367" w14:textId="77777777" w:rsidR="002F0C11" w:rsidRDefault="002F0C11" w:rsidP="009773D6">
      <w:pPr>
        <w:spacing w:after="0" w:line="240" w:lineRule="auto"/>
      </w:pPr>
      <w:r>
        <w:separator/>
      </w:r>
    </w:p>
  </w:footnote>
  <w:footnote w:type="continuationSeparator" w:id="0">
    <w:p w14:paraId="4100CEAE" w14:textId="77777777" w:rsidR="002F0C11" w:rsidRDefault="002F0C11" w:rsidP="009773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0D502940"/>
    <w:lvl w:ilvl="0">
      <w:start w:val="1"/>
      <w:numFmt w:val="decimal"/>
      <w:pStyle w:val="1"/>
      <w:lvlText w:val="%1"/>
      <w:lvlJc w:val="left"/>
      <w:pPr>
        <w:ind w:left="432" w:hanging="432"/>
      </w:pPr>
      <w:rPr>
        <w:rFonts w:ascii="Meiryo UI" w:eastAsia="Meiryo UI" w:hAnsi="Meiryo UI" w:cs="Meiryo UI"/>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108"/>
    <w:rsid w:val="00065677"/>
    <w:rsid w:val="000B0013"/>
    <w:rsid w:val="000B25C3"/>
    <w:rsid w:val="000D4B05"/>
    <w:rsid w:val="00101C9E"/>
    <w:rsid w:val="001246A0"/>
    <w:rsid w:val="00147B65"/>
    <w:rsid w:val="001706E6"/>
    <w:rsid w:val="001A390B"/>
    <w:rsid w:val="001D5C6D"/>
    <w:rsid w:val="00210734"/>
    <w:rsid w:val="00210CE1"/>
    <w:rsid w:val="00214CF8"/>
    <w:rsid w:val="00293001"/>
    <w:rsid w:val="002E320E"/>
    <w:rsid w:val="002F0C11"/>
    <w:rsid w:val="00304C74"/>
    <w:rsid w:val="003212C0"/>
    <w:rsid w:val="003219DF"/>
    <w:rsid w:val="00335E82"/>
    <w:rsid w:val="00343B9F"/>
    <w:rsid w:val="003B76B4"/>
    <w:rsid w:val="003E16D6"/>
    <w:rsid w:val="003E74C5"/>
    <w:rsid w:val="003F16FA"/>
    <w:rsid w:val="00423FA8"/>
    <w:rsid w:val="004469B8"/>
    <w:rsid w:val="0046763C"/>
    <w:rsid w:val="00482523"/>
    <w:rsid w:val="00487622"/>
    <w:rsid w:val="004973BF"/>
    <w:rsid w:val="004B5F23"/>
    <w:rsid w:val="004E2C6D"/>
    <w:rsid w:val="004E7240"/>
    <w:rsid w:val="00503652"/>
    <w:rsid w:val="00511A0F"/>
    <w:rsid w:val="00516E47"/>
    <w:rsid w:val="00523B63"/>
    <w:rsid w:val="00541E15"/>
    <w:rsid w:val="005664EE"/>
    <w:rsid w:val="00570472"/>
    <w:rsid w:val="005F0996"/>
    <w:rsid w:val="00607649"/>
    <w:rsid w:val="00624CEB"/>
    <w:rsid w:val="00624D53"/>
    <w:rsid w:val="006251F6"/>
    <w:rsid w:val="0064324E"/>
    <w:rsid w:val="00655A88"/>
    <w:rsid w:val="006841C2"/>
    <w:rsid w:val="006B146A"/>
    <w:rsid w:val="006C2381"/>
    <w:rsid w:val="006C317C"/>
    <w:rsid w:val="006F634A"/>
    <w:rsid w:val="00713689"/>
    <w:rsid w:val="0072397A"/>
    <w:rsid w:val="007316A5"/>
    <w:rsid w:val="0074468B"/>
    <w:rsid w:val="00765DAA"/>
    <w:rsid w:val="00775CFF"/>
    <w:rsid w:val="007E7ED8"/>
    <w:rsid w:val="007F0120"/>
    <w:rsid w:val="00817B8D"/>
    <w:rsid w:val="00831A60"/>
    <w:rsid w:val="008424A6"/>
    <w:rsid w:val="00867DC8"/>
    <w:rsid w:val="008803E4"/>
    <w:rsid w:val="008A1108"/>
    <w:rsid w:val="008B675E"/>
    <w:rsid w:val="00901B16"/>
    <w:rsid w:val="00925B62"/>
    <w:rsid w:val="0095346F"/>
    <w:rsid w:val="00956B9B"/>
    <w:rsid w:val="009773D6"/>
    <w:rsid w:val="009929F5"/>
    <w:rsid w:val="009A31D2"/>
    <w:rsid w:val="009A6BC0"/>
    <w:rsid w:val="009B2378"/>
    <w:rsid w:val="00A24200"/>
    <w:rsid w:val="00A437DF"/>
    <w:rsid w:val="00A53535"/>
    <w:rsid w:val="00A63795"/>
    <w:rsid w:val="00A721E9"/>
    <w:rsid w:val="00A8556D"/>
    <w:rsid w:val="00AA5822"/>
    <w:rsid w:val="00AE6A2B"/>
    <w:rsid w:val="00B00242"/>
    <w:rsid w:val="00B1102D"/>
    <w:rsid w:val="00B20390"/>
    <w:rsid w:val="00B43A2F"/>
    <w:rsid w:val="00B5144C"/>
    <w:rsid w:val="00B76D2D"/>
    <w:rsid w:val="00B96A7A"/>
    <w:rsid w:val="00BB25DC"/>
    <w:rsid w:val="00BC180C"/>
    <w:rsid w:val="00BE0DC4"/>
    <w:rsid w:val="00C10FFE"/>
    <w:rsid w:val="00C1148F"/>
    <w:rsid w:val="00C20581"/>
    <w:rsid w:val="00C3596B"/>
    <w:rsid w:val="00C37C4E"/>
    <w:rsid w:val="00C63828"/>
    <w:rsid w:val="00CA0A81"/>
    <w:rsid w:val="00CA2022"/>
    <w:rsid w:val="00CB15BE"/>
    <w:rsid w:val="00CF392C"/>
    <w:rsid w:val="00D26208"/>
    <w:rsid w:val="00D37520"/>
    <w:rsid w:val="00D92293"/>
    <w:rsid w:val="00DC3ABC"/>
    <w:rsid w:val="00E05A28"/>
    <w:rsid w:val="00E14D8A"/>
    <w:rsid w:val="00E37DE2"/>
    <w:rsid w:val="00E53611"/>
    <w:rsid w:val="00E56924"/>
    <w:rsid w:val="00E63E56"/>
    <w:rsid w:val="00EA7D25"/>
    <w:rsid w:val="00EB1243"/>
    <w:rsid w:val="00ED7100"/>
    <w:rsid w:val="00F11032"/>
    <w:rsid w:val="00F21BF2"/>
    <w:rsid w:val="00F676A5"/>
    <w:rsid w:val="00F70BBA"/>
    <w:rsid w:val="00F76723"/>
    <w:rsid w:val="00F83495"/>
    <w:rsid w:val="00F8426A"/>
    <w:rsid w:val="00F90A68"/>
    <w:rsid w:val="00FC083B"/>
    <w:rsid w:val="00FC0FD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6E797F"/>
  <w15:chartTrackingRefBased/>
  <w15:docId w15:val="{7F073C0D-0202-4D61-900A-086F86C2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F0996"/>
    <w:rPr>
      <w:rFonts w:eastAsia="Meiryo UI"/>
    </w:rPr>
  </w:style>
  <w:style w:type="paragraph" w:styleId="1">
    <w:name w:val="heading 1"/>
    <w:basedOn w:val="a"/>
    <w:next w:val="a"/>
    <w:link w:val="10"/>
    <w:uiPriority w:val="9"/>
    <w:qFormat/>
    <w:rsid w:val="005F0996"/>
    <w:pPr>
      <w:keepNext/>
      <w:keepLines/>
      <w:numPr>
        <w:numId w:val="12"/>
      </w:numPr>
      <w:pBdr>
        <w:bottom w:val="single" w:sz="4" w:space="1" w:color="595959" w:themeColor="text1" w:themeTint="A6"/>
      </w:pBdr>
      <w:spacing w:before="360"/>
      <w:outlineLvl w:val="0"/>
    </w:pPr>
    <w:rPr>
      <w:rFonts w:asciiTheme="majorHAnsi" w:hAnsiTheme="majorHAnsi" w:cstheme="majorBidi"/>
      <w:b/>
      <w:bCs/>
      <w:smallCaps/>
      <w:color w:val="000000" w:themeColor="text1"/>
      <w:sz w:val="36"/>
      <w:szCs w:val="36"/>
    </w:rPr>
  </w:style>
  <w:style w:type="paragraph" w:styleId="2">
    <w:name w:val="heading 2"/>
    <w:basedOn w:val="a"/>
    <w:next w:val="a"/>
    <w:link w:val="20"/>
    <w:uiPriority w:val="9"/>
    <w:semiHidden/>
    <w:unhideWhenUsed/>
    <w:qFormat/>
    <w:rsid w:val="005F0996"/>
    <w:pPr>
      <w:keepNext/>
      <w:keepLines/>
      <w:numPr>
        <w:ilvl w:val="1"/>
        <w:numId w:val="12"/>
      </w:numPr>
      <w:spacing w:before="360" w:after="0"/>
      <w:outlineLvl w:val="1"/>
    </w:pPr>
    <w:rPr>
      <w:rFonts w:asciiTheme="majorHAnsi" w:hAnsiTheme="majorHAnsi" w:cstheme="majorBidi"/>
      <w:b/>
      <w:bCs/>
      <w:smallCaps/>
      <w:color w:val="000000" w:themeColor="text1"/>
      <w:sz w:val="28"/>
      <w:szCs w:val="28"/>
    </w:rPr>
  </w:style>
  <w:style w:type="paragraph" w:styleId="3">
    <w:name w:val="heading 3"/>
    <w:basedOn w:val="a"/>
    <w:next w:val="a"/>
    <w:link w:val="30"/>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4">
    <w:name w:val="heading 4"/>
    <w:basedOn w:val="a"/>
    <w:next w:val="a"/>
    <w:link w:val="40"/>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6">
    <w:name w:val="heading 6"/>
    <w:basedOn w:val="a"/>
    <w:next w:val="a"/>
    <w:link w:val="60"/>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7">
    <w:name w:val="heading 7"/>
    <w:basedOn w:val="a"/>
    <w:next w:val="a"/>
    <w:link w:val="70"/>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next w:val="a"/>
    <w:link w:val="a4"/>
    <w:uiPriority w:val="10"/>
    <w:qFormat/>
    <w:rsid w:val="005F0996"/>
    <w:pPr>
      <w:spacing w:after="0" w:line="240" w:lineRule="auto"/>
      <w:contextualSpacing/>
    </w:pPr>
    <w:rPr>
      <w:rFonts w:asciiTheme="majorHAnsi" w:hAnsiTheme="majorHAnsi" w:cstheme="majorBidi"/>
      <w:color w:val="000000" w:themeColor="text1"/>
      <w:sz w:val="56"/>
      <w:szCs w:val="56"/>
    </w:rPr>
  </w:style>
  <w:style w:type="character" w:customStyle="1" w:styleId="a4">
    <w:name w:val="タイトルの文字"/>
    <w:basedOn w:val="a0"/>
    <w:link w:val="a3"/>
    <w:uiPriority w:val="10"/>
    <w:rsid w:val="005F0996"/>
    <w:rPr>
      <w:rFonts w:asciiTheme="majorHAnsi" w:eastAsia="Meiryo UI" w:hAnsiTheme="majorHAnsi" w:cstheme="majorBidi"/>
      <w:color w:val="000000" w:themeColor="text1"/>
      <w:sz w:val="56"/>
      <w:szCs w:val="56"/>
    </w:rPr>
  </w:style>
  <w:style w:type="paragraph" w:customStyle="1" w:styleId="a5">
    <w:name w:val="サブタイトル"/>
    <w:basedOn w:val="a"/>
    <w:next w:val="a"/>
    <w:link w:val="a6"/>
    <w:uiPriority w:val="11"/>
    <w:qFormat/>
    <w:pPr>
      <w:numPr>
        <w:ilvl w:val="1"/>
      </w:numPr>
    </w:pPr>
    <w:rPr>
      <w:color w:val="5A5A5A" w:themeColor="text1" w:themeTint="A5"/>
      <w:spacing w:val="10"/>
    </w:rPr>
  </w:style>
  <w:style w:type="character" w:customStyle="1" w:styleId="a6">
    <w:name w:val="サブタイトルの文字"/>
    <w:basedOn w:val="a0"/>
    <w:link w:val="a5"/>
    <w:uiPriority w:val="11"/>
    <w:rPr>
      <w:color w:val="5A5A5A" w:themeColor="text1" w:themeTint="A5"/>
      <w:spacing w:val="10"/>
    </w:rPr>
  </w:style>
  <w:style w:type="character" w:customStyle="1" w:styleId="10">
    <w:name w:val="見出し 1 (文字)"/>
    <w:basedOn w:val="a0"/>
    <w:link w:val="1"/>
    <w:uiPriority w:val="9"/>
    <w:rsid w:val="005F0996"/>
    <w:rPr>
      <w:rFonts w:asciiTheme="majorHAnsi" w:eastAsia="Meiryo UI" w:hAnsiTheme="majorHAnsi" w:cstheme="majorBidi"/>
      <w:b/>
      <w:bCs/>
      <w:smallCaps/>
      <w:color w:val="000000" w:themeColor="text1"/>
      <w:sz w:val="36"/>
      <w:szCs w:val="36"/>
    </w:rPr>
  </w:style>
  <w:style w:type="character" w:customStyle="1" w:styleId="20">
    <w:name w:val="見出し 2 (文字)"/>
    <w:basedOn w:val="a0"/>
    <w:link w:val="2"/>
    <w:uiPriority w:val="9"/>
    <w:semiHidden/>
    <w:rsid w:val="005F0996"/>
    <w:rPr>
      <w:rFonts w:asciiTheme="majorHAnsi" w:eastAsia="Meiryo UI" w:hAnsiTheme="majorHAnsi" w:cstheme="majorBidi"/>
      <w:b/>
      <w:bCs/>
      <w:smallCaps/>
      <w:color w:val="000000" w:themeColor="text1"/>
      <w:sz w:val="28"/>
      <w:szCs w:val="28"/>
    </w:rPr>
  </w:style>
  <w:style w:type="character" w:customStyle="1" w:styleId="30">
    <w:name w:val="見出し 3 (文字)"/>
    <w:basedOn w:val="a0"/>
    <w:link w:val="3"/>
    <w:uiPriority w:val="9"/>
    <w:semiHidden/>
    <w:rPr>
      <w:rFonts w:asciiTheme="majorHAnsi" w:eastAsiaTheme="majorEastAsia" w:hAnsiTheme="majorHAnsi" w:cstheme="majorBidi"/>
      <w:b/>
      <w:bCs/>
      <w:color w:val="000000" w:themeColor="text1"/>
    </w:rPr>
  </w:style>
  <w:style w:type="character" w:customStyle="1" w:styleId="40">
    <w:name w:val="見出し 4 (文字)"/>
    <w:basedOn w:val="a0"/>
    <w:link w:val="4"/>
    <w:uiPriority w:val="9"/>
    <w:semiHidden/>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Pr>
      <w:rFonts w:asciiTheme="majorHAnsi" w:eastAsiaTheme="majorEastAsia" w:hAnsiTheme="majorHAnsi" w:cstheme="majorBidi"/>
      <w:color w:val="252525" w:themeColor="text2" w:themeShade="BF"/>
    </w:rPr>
  </w:style>
  <w:style w:type="character" w:customStyle="1" w:styleId="60">
    <w:name w:val="見出し 6 (文字)"/>
    <w:basedOn w:val="a0"/>
    <w:link w:val="6"/>
    <w:uiPriority w:val="9"/>
    <w:semiHidden/>
    <w:rPr>
      <w:rFonts w:asciiTheme="majorHAnsi" w:eastAsiaTheme="majorEastAsia" w:hAnsiTheme="majorHAnsi" w:cstheme="majorBidi"/>
      <w:i/>
      <w:iCs/>
      <w:color w:val="252525" w:themeColor="text2" w:themeShade="BF"/>
    </w:rPr>
  </w:style>
  <w:style w:type="character" w:customStyle="1" w:styleId="70">
    <w:name w:val="見出し 7 (文字)"/>
    <w:basedOn w:val="a0"/>
    <w:link w:val="7"/>
    <w:uiPriority w:val="9"/>
    <w:semiHidden/>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sid w:val="005F0996"/>
    <w:rPr>
      <w:rFonts w:eastAsia="Meiryo UI"/>
      <w:i/>
      <w:iCs/>
      <w:color w:val="404040" w:themeColor="text1" w:themeTint="BF"/>
    </w:rPr>
  </w:style>
  <w:style w:type="character" w:styleId="a8">
    <w:name w:val="Emphasis"/>
    <w:basedOn w:val="a0"/>
    <w:uiPriority w:val="20"/>
    <w:qFormat/>
    <w:rsid w:val="005F0996"/>
    <w:rPr>
      <w:rFonts w:eastAsia="Meiryo UI"/>
      <w:i/>
      <w:iCs/>
      <w:color w:val="auto"/>
    </w:rPr>
  </w:style>
  <w:style w:type="character" w:styleId="21">
    <w:name w:val="Intense Emphasis"/>
    <w:basedOn w:val="a0"/>
    <w:uiPriority w:val="21"/>
    <w:qFormat/>
    <w:rsid w:val="005F0996"/>
    <w:rPr>
      <w:rFonts w:eastAsia="Meiryo UI"/>
      <w:b/>
      <w:bCs/>
      <w:i/>
      <w:iCs/>
      <w:caps/>
    </w:rPr>
  </w:style>
  <w:style w:type="character" w:styleId="a9">
    <w:name w:val="Strong"/>
    <w:basedOn w:val="a0"/>
    <w:uiPriority w:val="22"/>
    <w:qFormat/>
    <w:rsid w:val="005F0996"/>
    <w:rPr>
      <w:rFonts w:eastAsia="Meiryo UI"/>
      <w:b/>
      <w:bCs/>
      <w:color w:val="000000" w:themeColor="text1"/>
    </w:rPr>
  </w:style>
  <w:style w:type="paragraph" w:customStyle="1" w:styleId="aa">
    <w:name w:val="引用"/>
    <w:basedOn w:val="a"/>
    <w:next w:val="a"/>
    <w:link w:val="ab"/>
    <w:uiPriority w:val="29"/>
    <w:qFormat/>
    <w:pPr>
      <w:spacing w:before="160"/>
      <w:ind w:left="720" w:right="720"/>
    </w:pPr>
    <w:rPr>
      <w:i/>
      <w:iCs/>
      <w:color w:val="000000" w:themeColor="text1"/>
    </w:rPr>
  </w:style>
  <w:style w:type="character" w:customStyle="1" w:styleId="ab">
    <w:name w:val="引用の文字"/>
    <w:basedOn w:val="a0"/>
    <w:link w:val="aa"/>
    <w:uiPriority w:val="29"/>
    <w:rPr>
      <w:i/>
      <w:iCs/>
      <w:color w:val="000000" w:themeColor="text1"/>
    </w:rPr>
  </w:style>
  <w:style w:type="paragraph" w:styleId="ac">
    <w:name w:val="Quote"/>
    <w:basedOn w:val="a"/>
    <w:next w:val="a"/>
    <w:link w:val="ad"/>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ad">
    <w:name w:val="引用文 (文字)"/>
    <w:basedOn w:val="a0"/>
    <w:link w:val="ac"/>
    <w:uiPriority w:val="30"/>
    <w:rPr>
      <w:color w:val="000000" w:themeColor="text1"/>
      <w:shd w:val="clear" w:color="auto" w:fill="F2F2F2" w:themeFill="background1" w:themeFillShade="F2"/>
    </w:rPr>
  </w:style>
  <w:style w:type="character" w:styleId="ae">
    <w:name w:val="Subtle Reference"/>
    <w:basedOn w:val="a0"/>
    <w:uiPriority w:val="31"/>
    <w:qFormat/>
    <w:rsid w:val="005F0996"/>
    <w:rPr>
      <w:rFonts w:eastAsia="Meiryo UI"/>
      <w:smallCaps/>
      <w:color w:val="404040" w:themeColor="text1" w:themeTint="BF"/>
      <w:u w:val="single" w:color="7F7F7F" w:themeColor="text1" w:themeTint="80"/>
    </w:rPr>
  </w:style>
  <w:style w:type="character" w:styleId="22">
    <w:name w:val="Intense Reference"/>
    <w:basedOn w:val="a0"/>
    <w:uiPriority w:val="32"/>
    <w:qFormat/>
    <w:rsid w:val="005F0996"/>
    <w:rPr>
      <w:rFonts w:eastAsia="Meiryo UI"/>
      <w:b/>
      <w:bCs/>
      <w:smallCaps/>
      <w:u w:val="single"/>
    </w:rPr>
  </w:style>
  <w:style w:type="character" w:styleId="af">
    <w:name w:val="Book Title"/>
    <w:basedOn w:val="a0"/>
    <w:uiPriority w:val="33"/>
    <w:qFormat/>
    <w:rsid w:val="005F0996"/>
    <w:rPr>
      <w:rFonts w:eastAsia="Meiryo UI"/>
      <w:b w:val="0"/>
      <w:bCs w:val="0"/>
      <w:smallCaps/>
      <w:spacing w:val="5"/>
    </w:rPr>
  </w:style>
  <w:style w:type="paragraph" w:customStyle="1" w:styleId="af0">
    <w:name w:val="標題"/>
    <w:basedOn w:val="a"/>
    <w:next w:val="a"/>
    <w:uiPriority w:val="35"/>
    <w:semiHidden/>
    <w:unhideWhenUsed/>
    <w:qFormat/>
    <w:pPr>
      <w:spacing w:after="200" w:line="240" w:lineRule="auto"/>
    </w:pPr>
    <w:rPr>
      <w:i/>
      <w:iCs/>
      <w:color w:val="323232" w:themeColor="text2"/>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rsid w:val="005F0996"/>
    <w:pPr>
      <w:spacing w:after="0" w:line="240" w:lineRule="auto"/>
    </w:pPr>
    <w:rPr>
      <w:rFonts w:eastAsia="Meiryo UI"/>
    </w:rPr>
  </w:style>
  <w:style w:type="paragraph" w:styleId="af3">
    <w:name w:val="List Paragraph"/>
    <w:basedOn w:val="a"/>
    <w:uiPriority w:val="34"/>
    <w:qFormat/>
    <w:pPr>
      <w:ind w:left="720"/>
      <w:contextualSpacing/>
    </w:pPr>
  </w:style>
  <w:style w:type="paragraph" w:styleId="af4">
    <w:name w:val="Title"/>
    <w:basedOn w:val="a"/>
    <w:next w:val="a"/>
    <w:link w:val="af5"/>
    <w:uiPriority w:val="10"/>
    <w:qFormat/>
    <w:rsid w:val="005F0996"/>
    <w:pPr>
      <w:spacing w:before="240" w:after="120"/>
      <w:jc w:val="center"/>
      <w:outlineLvl w:val="0"/>
    </w:pPr>
    <w:rPr>
      <w:rFonts w:asciiTheme="majorHAnsi" w:hAnsiTheme="majorHAnsi" w:cstheme="majorBidi"/>
      <w:sz w:val="32"/>
      <w:szCs w:val="32"/>
    </w:rPr>
  </w:style>
  <w:style w:type="character" w:customStyle="1" w:styleId="af5">
    <w:name w:val="表題 (文字)"/>
    <w:basedOn w:val="a0"/>
    <w:link w:val="af4"/>
    <w:uiPriority w:val="10"/>
    <w:rsid w:val="005F0996"/>
    <w:rPr>
      <w:rFonts w:asciiTheme="majorHAnsi" w:eastAsia="Meiryo UI" w:hAnsiTheme="majorHAnsi" w:cstheme="majorBidi"/>
      <w:sz w:val="32"/>
      <w:szCs w:val="32"/>
    </w:rPr>
  </w:style>
  <w:style w:type="paragraph" w:styleId="af6">
    <w:name w:val="Subtitle"/>
    <w:basedOn w:val="a"/>
    <w:next w:val="a"/>
    <w:link w:val="af7"/>
    <w:uiPriority w:val="11"/>
    <w:qFormat/>
    <w:rsid w:val="005F0996"/>
    <w:pPr>
      <w:jc w:val="center"/>
      <w:outlineLvl w:val="1"/>
    </w:pPr>
    <w:rPr>
      <w:rFonts w:asciiTheme="majorHAnsi" w:hAnsiTheme="majorHAnsi" w:cstheme="majorBidi"/>
      <w:sz w:val="24"/>
      <w:szCs w:val="24"/>
    </w:rPr>
  </w:style>
  <w:style w:type="character" w:customStyle="1" w:styleId="af7">
    <w:name w:val="副題 (文字)"/>
    <w:basedOn w:val="a0"/>
    <w:link w:val="af6"/>
    <w:uiPriority w:val="11"/>
    <w:rsid w:val="005F0996"/>
    <w:rPr>
      <w:rFonts w:asciiTheme="majorHAnsi" w:eastAsia="Meiryo UI" w:hAnsiTheme="majorHAnsi" w:cstheme="majorBidi"/>
      <w:sz w:val="24"/>
      <w:szCs w:val="24"/>
    </w:rPr>
  </w:style>
  <w:style w:type="character" w:styleId="af8">
    <w:name w:val="Hyperlink"/>
    <w:basedOn w:val="a0"/>
    <w:uiPriority w:val="99"/>
    <w:unhideWhenUsed/>
    <w:rsid w:val="008A1108"/>
    <w:rPr>
      <w:color w:val="6B9F25" w:themeColor="hyperlink"/>
      <w:u w:val="single"/>
    </w:rPr>
  </w:style>
  <w:style w:type="character" w:styleId="af9">
    <w:name w:val="FollowedHyperlink"/>
    <w:basedOn w:val="a0"/>
    <w:uiPriority w:val="99"/>
    <w:semiHidden/>
    <w:unhideWhenUsed/>
    <w:rsid w:val="00B43A2F"/>
    <w:rPr>
      <w:color w:val="B26B02" w:themeColor="followedHyperlink"/>
      <w:u w:val="single"/>
    </w:rPr>
  </w:style>
  <w:style w:type="paragraph" w:styleId="afa">
    <w:name w:val="header"/>
    <w:basedOn w:val="a"/>
    <w:link w:val="afb"/>
    <w:uiPriority w:val="99"/>
    <w:unhideWhenUsed/>
    <w:rsid w:val="009773D6"/>
    <w:pPr>
      <w:tabs>
        <w:tab w:val="center" w:pos="4252"/>
        <w:tab w:val="right" w:pos="8504"/>
      </w:tabs>
      <w:snapToGrid w:val="0"/>
    </w:pPr>
  </w:style>
  <w:style w:type="character" w:customStyle="1" w:styleId="afb">
    <w:name w:val="ヘッダー (文字)"/>
    <w:basedOn w:val="a0"/>
    <w:link w:val="afa"/>
    <w:uiPriority w:val="99"/>
    <w:rsid w:val="009773D6"/>
    <w:rPr>
      <w:rFonts w:eastAsia="Meiryo UI"/>
    </w:rPr>
  </w:style>
  <w:style w:type="paragraph" w:styleId="afc">
    <w:name w:val="footer"/>
    <w:basedOn w:val="a"/>
    <w:link w:val="afd"/>
    <w:uiPriority w:val="99"/>
    <w:unhideWhenUsed/>
    <w:rsid w:val="009773D6"/>
    <w:pPr>
      <w:tabs>
        <w:tab w:val="center" w:pos="4252"/>
        <w:tab w:val="right" w:pos="8504"/>
      </w:tabs>
      <w:snapToGrid w:val="0"/>
    </w:pPr>
  </w:style>
  <w:style w:type="character" w:customStyle="1" w:styleId="afd">
    <w:name w:val="フッター (文字)"/>
    <w:basedOn w:val="a0"/>
    <w:link w:val="afc"/>
    <w:uiPriority w:val="99"/>
    <w:rsid w:val="009773D6"/>
    <w:rPr>
      <w:rFonts w:eastAsia="Meiryo UI"/>
    </w:rPr>
  </w:style>
  <w:style w:type="character" w:styleId="afe">
    <w:name w:val="Unresolved Mention"/>
    <w:basedOn w:val="a0"/>
    <w:uiPriority w:val="99"/>
    <w:semiHidden/>
    <w:unhideWhenUsed/>
    <w:rsid w:val="00F834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rret-plus.com/63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1;&#20063;\AppData\Roaming\Microsoft\Templates\&#12524;&#12509;&#12540;&#12488;%20&#12487;&#12470;&#12452;&#12531;%20(&#31354;&#30333;).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レポート デザイン (空白)</Template>
  <TotalTime>1866</TotalTime>
  <Pages>10</Pages>
  <Words>382</Words>
  <Characters>2181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林卓也</dc:creator>
  <cp:keywords/>
  <cp:lastModifiedBy>user</cp:lastModifiedBy>
  <cp:revision>39</cp:revision>
  <dcterms:created xsi:type="dcterms:W3CDTF">2014-05-02T07:11:00Z</dcterms:created>
  <dcterms:modified xsi:type="dcterms:W3CDTF">2019-09-09T08:28:00Z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